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B39685" w14:textId="0384DA61" w:rsidR="00857D1D" w:rsidRPr="00D34B6A" w:rsidRDefault="00837EA8" w:rsidP="00D74110">
      <w:pPr>
        <w:pStyle w:val="Titolo1"/>
        <w:jc w:val="center"/>
        <w:rPr>
          <w:rFonts w:ascii="Arial" w:hAnsi="Arial" w:cs="Arial"/>
        </w:rPr>
      </w:pPr>
      <w:r w:rsidRPr="00D34B6A">
        <w:rPr>
          <w:rFonts w:ascii="Arial" w:hAnsi="Arial" w:cs="Arial"/>
          <w:color w:val="252525"/>
        </w:rPr>
        <w:t xml:space="preserve">Autodichiarazione di insussistenza </w:t>
      </w:r>
      <w:r w:rsidR="006D2140" w:rsidRPr="006D2140">
        <w:rPr>
          <w:rFonts w:ascii="Arial" w:hAnsi="Arial" w:cs="Arial"/>
          <w:color w:val="252525"/>
        </w:rPr>
        <w:t>cause di divieto, di decadenza o di sospensione previste dall’art. 67 del D. Lgs. n. 159/2011</w:t>
      </w:r>
    </w:p>
    <w:p w14:paraId="34B39686" w14:textId="77777777" w:rsidR="00857D1D" w:rsidRPr="00837EA8" w:rsidRDefault="00857D1D" w:rsidP="009B6F5B">
      <w:pPr>
        <w:pStyle w:val="Standard"/>
        <w:spacing w:line="360" w:lineRule="auto"/>
        <w:jc w:val="center"/>
        <w:rPr>
          <w:rFonts w:ascii="Arial" w:hAnsi="Arial" w:cs="Arial"/>
        </w:rPr>
      </w:pPr>
    </w:p>
    <w:p w14:paraId="347A4BCB" w14:textId="565359C2" w:rsidR="002323D2" w:rsidRDefault="006D2140" w:rsidP="006D2140">
      <w:pPr>
        <w:autoSpaceDN/>
        <w:spacing w:after="225" w:line="360" w:lineRule="auto"/>
        <w:jc w:val="both"/>
        <w:textAlignment w:val="auto"/>
        <w:rPr>
          <w:rFonts w:ascii="Open Sans" w:eastAsia="SimSun" w:hAnsi="Open Sans" w:cs="Open Sans"/>
          <w:bCs/>
          <w:color w:val="000000"/>
          <w:kern w:val="1"/>
          <w:sz w:val="24"/>
          <w:szCs w:val="24"/>
          <w:lang w:eastAsia="ar-SA"/>
        </w:rPr>
      </w:pPr>
      <w:r w:rsidRPr="006D2140">
        <w:rPr>
          <w:rFonts w:ascii="Open Sans" w:eastAsia="SimSun" w:hAnsi="Open Sans" w:cs="Open Sans"/>
          <w:bCs/>
          <w:color w:val="000000"/>
          <w:kern w:val="1"/>
          <w:sz w:val="24"/>
          <w:szCs w:val="24"/>
          <w:lang w:eastAsia="ar-SA"/>
        </w:rPr>
        <w:t xml:space="preserve">Il sottoscritto </w:t>
      </w:r>
      <w:sdt>
        <w:sdtPr>
          <w:rPr>
            <w:rFonts w:ascii="Perpetua Titling MT" w:eastAsia="SimSun" w:hAnsi="Perpetua Titling MT" w:cs="Open Sans"/>
            <w:b/>
            <w:bCs/>
            <w:kern w:val="1"/>
            <w:lang w:eastAsia="hi-IN" w:bidi="hi-IN"/>
          </w:rPr>
          <w:id w:val="-2011059416"/>
          <w:placeholder>
            <w:docPart w:val="82D607867BAE4E15ABA6BF0397A7F661"/>
          </w:placeholder>
          <w:text/>
        </w:sdtPr>
        <w:sdtEndPr/>
        <w:sdtContent>
          <w:r w:rsidRPr="00B24514">
            <w:rPr>
              <w:rFonts w:ascii="Perpetua Titling MT" w:eastAsia="SimSun" w:hAnsi="Perpetua Titling MT" w:cs="Open Sans"/>
              <w:b/>
              <w:bCs/>
              <w:kern w:val="1"/>
              <w:lang w:eastAsia="hi-IN" w:bidi="hi-IN"/>
            </w:rPr>
            <w:t>__________</w:t>
          </w:r>
          <w:r w:rsidR="00B26F6A" w:rsidRPr="00B24514">
            <w:rPr>
              <w:rFonts w:ascii="Perpetua Titling MT" w:eastAsia="SimSun" w:hAnsi="Perpetua Titling MT" w:cs="Open Sans"/>
              <w:b/>
              <w:bCs/>
              <w:kern w:val="1"/>
              <w:lang w:eastAsia="hi-IN" w:bidi="hi-IN"/>
            </w:rPr>
            <w:t>_</w:t>
          </w:r>
          <w:r w:rsidRPr="00B24514">
            <w:rPr>
              <w:rFonts w:ascii="Perpetua Titling MT" w:eastAsia="SimSun" w:hAnsi="Perpetua Titling MT" w:cs="Open Sans"/>
              <w:b/>
              <w:bCs/>
              <w:kern w:val="1"/>
              <w:lang w:eastAsia="hi-IN" w:bidi="hi-IN"/>
            </w:rPr>
            <w:t>___________________________</w:t>
          </w:r>
        </w:sdtContent>
      </w:sdt>
      <w:r w:rsidRPr="006D2140">
        <w:rPr>
          <w:rFonts w:ascii="Open Sans" w:eastAsia="SimSun" w:hAnsi="Open Sans" w:cs="Open Sans"/>
          <w:bCs/>
          <w:color w:val="000000"/>
          <w:kern w:val="1"/>
          <w:sz w:val="24"/>
          <w:szCs w:val="24"/>
          <w:lang w:eastAsia="ar-SA"/>
        </w:rPr>
        <w:t xml:space="preserve"> nato a </w:t>
      </w:r>
      <w:sdt>
        <w:sdtPr>
          <w:rPr>
            <w:rFonts w:ascii="Perpetua Titling MT" w:eastAsia="SimSun" w:hAnsi="Perpetua Titling MT" w:cs="Open Sans"/>
            <w:b/>
            <w:bCs/>
            <w:kern w:val="1"/>
            <w:lang w:eastAsia="hi-IN" w:bidi="hi-IN"/>
          </w:rPr>
          <w:id w:val="1018969493"/>
          <w:placeholder>
            <w:docPart w:val="9AC300425D7F41A781967C720DEDF022"/>
          </w:placeholder>
          <w:text/>
        </w:sdtPr>
        <w:sdtEndPr/>
        <w:sdtContent>
          <w:r w:rsidRPr="00B24514">
            <w:rPr>
              <w:rFonts w:ascii="Perpetua Titling MT" w:eastAsia="SimSun" w:hAnsi="Perpetua Titling MT" w:cs="Open Sans"/>
              <w:b/>
              <w:bCs/>
              <w:kern w:val="1"/>
              <w:lang w:eastAsia="hi-IN" w:bidi="hi-IN"/>
            </w:rPr>
            <w:t>______________</w:t>
          </w:r>
          <w:r w:rsidR="00B26F6A" w:rsidRPr="00B24514">
            <w:rPr>
              <w:rFonts w:ascii="Perpetua Titling MT" w:eastAsia="SimSun" w:hAnsi="Perpetua Titling MT" w:cs="Open Sans"/>
              <w:b/>
              <w:bCs/>
              <w:kern w:val="1"/>
              <w:lang w:eastAsia="hi-IN" w:bidi="hi-IN"/>
            </w:rPr>
            <w:t>___________</w:t>
          </w:r>
          <w:r w:rsidRPr="00B24514">
            <w:rPr>
              <w:rFonts w:ascii="Perpetua Titling MT" w:eastAsia="SimSun" w:hAnsi="Perpetua Titling MT" w:cs="Open Sans"/>
              <w:b/>
              <w:bCs/>
              <w:kern w:val="1"/>
              <w:lang w:eastAsia="hi-IN" w:bidi="hi-IN"/>
            </w:rPr>
            <w:t>_________</w:t>
          </w:r>
        </w:sdtContent>
      </w:sdt>
      <w:r w:rsidRPr="006D2140">
        <w:rPr>
          <w:rFonts w:ascii="Open Sans" w:eastAsia="SimSun" w:hAnsi="Open Sans" w:cs="Open Sans"/>
          <w:bCs/>
          <w:color w:val="000000"/>
          <w:kern w:val="1"/>
          <w:sz w:val="24"/>
          <w:szCs w:val="24"/>
          <w:lang w:eastAsia="ar-SA"/>
        </w:rPr>
        <w:t xml:space="preserve"> il </w:t>
      </w:r>
      <w:sdt>
        <w:sdtPr>
          <w:rPr>
            <w:rFonts w:ascii="Perpetua Titling MT" w:eastAsia="SimSun" w:hAnsi="Perpetua Titling MT" w:cs="Open Sans"/>
            <w:b/>
            <w:bCs/>
            <w:kern w:val="1"/>
            <w:lang w:eastAsia="hi-IN" w:bidi="hi-IN"/>
          </w:rPr>
          <w:id w:val="1733805662"/>
          <w:placeholder>
            <w:docPart w:val="89DC14163A5B4E7180BD08089C3366D8"/>
          </w:placeholder>
          <w:text/>
        </w:sdtPr>
        <w:sdtEndPr/>
        <w:sdtContent>
          <w:r w:rsidRPr="00B24514">
            <w:rPr>
              <w:rFonts w:ascii="Perpetua Titling MT" w:eastAsia="SimSun" w:hAnsi="Perpetua Titling MT" w:cs="Open Sans"/>
              <w:b/>
              <w:bCs/>
              <w:kern w:val="1"/>
              <w:lang w:eastAsia="hi-IN" w:bidi="hi-IN"/>
            </w:rPr>
            <w:t>______________________</w:t>
          </w:r>
        </w:sdtContent>
      </w:sdt>
      <w:r w:rsidRPr="006D2140">
        <w:rPr>
          <w:rFonts w:ascii="Open Sans" w:eastAsia="SimSun" w:hAnsi="Open Sans" w:cs="Open Sans"/>
          <w:bCs/>
          <w:color w:val="000000"/>
          <w:kern w:val="1"/>
          <w:sz w:val="24"/>
          <w:szCs w:val="24"/>
          <w:lang w:eastAsia="ar-SA"/>
        </w:rPr>
        <w:t xml:space="preserve"> </w:t>
      </w:r>
      <w:r w:rsidR="00E76043" w:rsidRPr="006D2140">
        <w:rPr>
          <w:rFonts w:ascii="Open Sans" w:eastAsia="SimSun" w:hAnsi="Open Sans" w:cs="Open Sans"/>
          <w:bCs/>
          <w:color w:val="000000"/>
          <w:kern w:val="1"/>
          <w:sz w:val="24"/>
          <w:szCs w:val="24"/>
          <w:lang w:eastAsia="ar-SA"/>
        </w:rPr>
        <w:t xml:space="preserve">C.F. </w:t>
      </w:r>
      <w:sdt>
        <w:sdtPr>
          <w:rPr>
            <w:rFonts w:ascii="Perpetua Titling MT" w:eastAsia="SimSun" w:hAnsi="Perpetua Titling MT" w:cs="Open Sans"/>
            <w:b/>
            <w:bCs/>
            <w:kern w:val="1"/>
            <w:lang w:eastAsia="hi-IN" w:bidi="hi-IN"/>
          </w:rPr>
          <w:id w:val="815150710"/>
          <w:placeholder>
            <w:docPart w:val="A4901BD3FD0248A09F8A74C58678D16A"/>
          </w:placeholder>
          <w:text/>
        </w:sdtPr>
        <w:sdtEndPr/>
        <w:sdtContent>
          <w:r w:rsidR="00787C2C" w:rsidRPr="00B24514">
            <w:rPr>
              <w:rFonts w:ascii="Perpetua Titling MT" w:eastAsia="SimSun" w:hAnsi="Perpetua Titling MT" w:cs="Open Sans"/>
              <w:b/>
              <w:bCs/>
              <w:kern w:val="1"/>
              <w:lang w:eastAsia="hi-IN" w:bidi="hi-IN"/>
            </w:rPr>
            <w:t>_________________________________</w:t>
          </w:r>
        </w:sdtContent>
      </w:sdt>
      <w:r w:rsidR="00E76043" w:rsidRPr="006D2140">
        <w:rPr>
          <w:rFonts w:ascii="Open Sans" w:eastAsia="SimSun" w:hAnsi="Open Sans" w:cs="Open Sans"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6D2140">
        <w:rPr>
          <w:rFonts w:ascii="Open Sans" w:eastAsia="SimSun" w:hAnsi="Open Sans" w:cs="Open Sans"/>
          <w:bCs/>
          <w:color w:val="000000"/>
          <w:kern w:val="1"/>
          <w:sz w:val="24"/>
          <w:szCs w:val="24"/>
          <w:lang w:eastAsia="ar-SA"/>
        </w:rPr>
        <w:t xml:space="preserve">residente a </w:t>
      </w:r>
      <w:sdt>
        <w:sdtPr>
          <w:rPr>
            <w:rFonts w:ascii="Perpetua Titling MT" w:eastAsia="SimSun" w:hAnsi="Perpetua Titling MT" w:cs="Open Sans"/>
            <w:b/>
            <w:bCs/>
            <w:kern w:val="1"/>
            <w:lang w:eastAsia="hi-IN" w:bidi="hi-IN"/>
          </w:rPr>
          <w:id w:val="1868944312"/>
          <w:placeholder>
            <w:docPart w:val="A8FD4C8AECB743949C7F962353403945"/>
          </w:placeholder>
          <w:text/>
        </w:sdtPr>
        <w:sdtEndPr/>
        <w:sdtContent>
          <w:r w:rsidRPr="00B24514">
            <w:rPr>
              <w:rFonts w:ascii="Perpetua Titling MT" w:eastAsia="SimSun" w:hAnsi="Perpetua Titling MT" w:cs="Open Sans"/>
              <w:b/>
              <w:bCs/>
              <w:kern w:val="1"/>
              <w:lang w:eastAsia="hi-IN" w:bidi="hi-IN"/>
            </w:rPr>
            <w:t>___</w:t>
          </w:r>
          <w:r w:rsidR="00787C2C" w:rsidRPr="00B24514">
            <w:rPr>
              <w:rFonts w:ascii="Perpetua Titling MT" w:eastAsia="SimSun" w:hAnsi="Perpetua Titling MT" w:cs="Open Sans"/>
              <w:b/>
              <w:bCs/>
              <w:kern w:val="1"/>
              <w:lang w:eastAsia="hi-IN" w:bidi="hi-IN"/>
            </w:rPr>
            <w:t>___</w:t>
          </w:r>
          <w:r w:rsidRPr="00B24514">
            <w:rPr>
              <w:rFonts w:ascii="Perpetua Titling MT" w:eastAsia="SimSun" w:hAnsi="Perpetua Titling MT" w:cs="Open Sans"/>
              <w:b/>
              <w:bCs/>
              <w:kern w:val="1"/>
              <w:lang w:eastAsia="hi-IN" w:bidi="hi-IN"/>
            </w:rPr>
            <w:t>________________________</w:t>
          </w:r>
        </w:sdtContent>
      </w:sdt>
      <w:r w:rsidRPr="006D2140">
        <w:rPr>
          <w:rFonts w:ascii="Open Sans" w:eastAsia="SimSun" w:hAnsi="Open Sans" w:cs="Open Sans"/>
          <w:bCs/>
          <w:color w:val="000000"/>
          <w:kern w:val="1"/>
          <w:sz w:val="24"/>
          <w:szCs w:val="24"/>
          <w:lang w:eastAsia="ar-SA"/>
        </w:rPr>
        <w:t xml:space="preserve"> in via </w:t>
      </w:r>
      <w:sdt>
        <w:sdtPr>
          <w:rPr>
            <w:rFonts w:ascii="Perpetua Titling MT" w:eastAsia="SimSun" w:hAnsi="Perpetua Titling MT" w:cs="Open Sans"/>
            <w:b/>
            <w:bCs/>
            <w:kern w:val="1"/>
            <w:lang w:eastAsia="hi-IN" w:bidi="hi-IN"/>
          </w:rPr>
          <w:id w:val="194976634"/>
          <w:placeholder>
            <w:docPart w:val="454E36BFDF984AD89983845B44A27F37"/>
          </w:placeholder>
          <w:text/>
        </w:sdtPr>
        <w:sdtEndPr/>
        <w:sdtContent>
          <w:r w:rsidRPr="00B24514">
            <w:rPr>
              <w:rFonts w:ascii="Perpetua Titling MT" w:eastAsia="SimSun" w:hAnsi="Perpetua Titling MT" w:cs="Open Sans"/>
              <w:b/>
              <w:bCs/>
              <w:kern w:val="1"/>
              <w:lang w:eastAsia="hi-IN" w:bidi="hi-IN"/>
            </w:rPr>
            <w:t>___________________</w:t>
          </w:r>
          <w:r w:rsidR="00B26F6A" w:rsidRPr="00B24514">
            <w:rPr>
              <w:rFonts w:ascii="Perpetua Titling MT" w:eastAsia="SimSun" w:hAnsi="Perpetua Titling MT" w:cs="Open Sans"/>
              <w:b/>
              <w:bCs/>
              <w:kern w:val="1"/>
              <w:lang w:eastAsia="hi-IN" w:bidi="hi-IN"/>
            </w:rPr>
            <w:t>_</w:t>
          </w:r>
          <w:r w:rsidRPr="00B24514">
            <w:rPr>
              <w:rFonts w:ascii="Perpetua Titling MT" w:eastAsia="SimSun" w:hAnsi="Perpetua Titling MT" w:cs="Open Sans"/>
              <w:b/>
              <w:bCs/>
              <w:kern w:val="1"/>
              <w:lang w:eastAsia="hi-IN" w:bidi="hi-IN"/>
            </w:rPr>
            <w:t>______</w:t>
          </w:r>
          <w:r w:rsidR="00CB7D57" w:rsidRPr="00B24514">
            <w:rPr>
              <w:rFonts w:ascii="Perpetua Titling MT" w:eastAsia="SimSun" w:hAnsi="Perpetua Titling MT" w:cs="Open Sans"/>
              <w:b/>
              <w:bCs/>
              <w:kern w:val="1"/>
              <w:lang w:eastAsia="hi-IN" w:bidi="hi-IN"/>
            </w:rPr>
            <w:t>________________________</w:t>
          </w:r>
          <w:r w:rsidRPr="00B24514">
            <w:rPr>
              <w:rFonts w:ascii="Perpetua Titling MT" w:eastAsia="SimSun" w:hAnsi="Perpetua Titling MT" w:cs="Open Sans"/>
              <w:b/>
              <w:bCs/>
              <w:kern w:val="1"/>
              <w:lang w:eastAsia="hi-IN" w:bidi="hi-IN"/>
            </w:rPr>
            <w:t>________</w:t>
          </w:r>
        </w:sdtContent>
      </w:sdt>
      <w:r w:rsidR="00B26F6A" w:rsidRPr="006D2140">
        <w:rPr>
          <w:rFonts w:ascii="Open Sans" w:eastAsia="SimSun" w:hAnsi="Open Sans" w:cs="Open Sans"/>
          <w:bCs/>
          <w:color w:val="000000"/>
          <w:kern w:val="1"/>
          <w:sz w:val="24"/>
          <w:szCs w:val="24"/>
          <w:lang w:eastAsia="ar-SA"/>
        </w:rPr>
        <w:t xml:space="preserve">, </w:t>
      </w:r>
      <w:r w:rsidRPr="006D2140">
        <w:rPr>
          <w:rFonts w:ascii="Open Sans" w:eastAsia="SimSun" w:hAnsi="Open Sans" w:cs="Open Sans"/>
          <w:bCs/>
          <w:color w:val="000000"/>
          <w:kern w:val="1"/>
          <w:sz w:val="24"/>
          <w:szCs w:val="24"/>
          <w:lang w:eastAsia="ar-SA"/>
        </w:rPr>
        <w:t xml:space="preserve">n. </w:t>
      </w:r>
      <w:sdt>
        <w:sdtPr>
          <w:rPr>
            <w:rFonts w:ascii="Perpetua Titling MT" w:eastAsia="SimSun" w:hAnsi="Perpetua Titling MT" w:cs="Open Sans"/>
            <w:b/>
            <w:bCs/>
            <w:kern w:val="1"/>
            <w:lang w:eastAsia="hi-IN" w:bidi="hi-IN"/>
          </w:rPr>
          <w:id w:val="645393995"/>
          <w:placeholder>
            <w:docPart w:val="19C6BD286DF84132947F476BF6F44485"/>
          </w:placeholder>
          <w:text/>
        </w:sdtPr>
        <w:sdtEndPr/>
        <w:sdtContent>
          <w:r w:rsidRPr="00B24514">
            <w:rPr>
              <w:rFonts w:ascii="Perpetua Titling MT" w:eastAsia="SimSun" w:hAnsi="Perpetua Titling MT" w:cs="Open Sans"/>
              <w:b/>
              <w:bCs/>
              <w:kern w:val="1"/>
              <w:lang w:eastAsia="hi-IN" w:bidi="hi-IN"/>
            </w:rPr>
            <w:t>______</w:t>
          </w:r>
        </w:sdtContent>
      </w:sdt>
      <w:r w:rsidRPr="006D2140">
        <w:rPr>
          <w:rFonts w:ascii="Open Sans" w:eastAsia="SimSun" w:hAnsi="Open Sans" w:cs="Open Sans"/>
          <w:bCs/>
          <w:color w:val="000000"/>
          <w:kern w:val="1"/>
          <w:sz w:val="24"/>
          <w:szCs w:val="24"/>
          <w:lang w:eastAsia="ar-SA"/>
        </w:rPr>
        <w:t xml:space="preserve"> provincia </w:t>
      </w:r>
      <w:sdt>
        <w:sdtPr>
          <w:rPr>
            <w:rFonts w:ascii="Perpetua Titling MT" w:eastAsia="SimSun" w:hAnsi="Perpetua Titling MT" w:cs="Open Sans"/>
            <w:b/>
            <w:bCs/>
            <w:kern w:val="1"/>
            <w:lang w:eastAsia="hi-IN" w:bidi="hi-IN"/>
          </w:rPr>
          <w:id w:val="-1979682477"/>
          <w:placeholder>
            <w:docPart w:val="077000B1DE59432180F3CD167823F70D"/>
          </w:placeholder>
          <w:text/>
        </w:sdtPr>
        <w:sdtEndPr/>
        <w:sdtContent>
          <w:r w:rsidRPr="00B24514">
            <w:rPr>
              <w:rFonts w:ascii="Perpetua Titling MT" w:eastAsia="SimSun" w:hAnsi="Perpetua Titling MT" w:cs="Open Sans"/>
              <w:b/>
              <w:bCs/>
              <w:kern w:val="1"/>
              <w:lang w:eastAsia="hi-IN" w:bidi="hi-IN"/>
            </w:rPr>
            <w:t>____________</w:t>
          </w:r>
        </w:sdtContent>
      </w:sdt>
      <w:r w:rsidRPr="006D2140">
        <w:rPr>
          <w:rFonts w:ascii="Open Sans" w:eastAsia="SimSun" w:hAnsi="Open Sans" w:cs="Open Sans"/>
          <w:bCs/>
          <w:color w:val="000000"/>
          <w:kern w:val="1"/>
          <w:sz w:val="24"/>
          <w:szCs w:val="24"/>
          <w:lang w:eastAsia="ar-SA"/>
        </w:rPr>
        <w:t xml:space="preserve"> documento n. </w:t>
      </w:r>
      <w:sdt>
        <w:sdtPr>
          <w:rPr>
            <w:rFonts w:ascii="Perpetua Titling MT" w:eastAsia="SimSun" w:hAnsi="Perpetua Titling MT" w:cs="Open Sans"/>
            <w:b/>
            <w:bCs/>
            <w:kern w:val="1"/>
            <w:lang w:eastAsia="hi-IN" w:bidi="hi-IN"/>
          </w:rPr>
          <w:id w:val="1462227023"/>
          <w:placeholder>
            <w:docPart w:val="83D89F154F5C4C48988B3049752C85E2"/>
          </w:placeholder>
          <w:text/>
        </w:sdtPr>
        <w:sdtEndPr/>
        <w:sdtContent>
          <w:r w:rsidRPr="00B24514">
            <w:rPr>
              <w:rFonts w:ascii="Perpetua Titling MT" w:eastAsia="SimSun" w:hAnsi="Perpetua Titling MT" w:cs="Open Sans"/>
              <w:b/>
              <w:bCs/>
              <w:kern w:val="1"/>
              <w:lang w:eastAsia="hi-IN" w:bidi="hi-IN"/>
            </w:rPr>
            <w:t>____________________________</w:t>
          </w:r>
        </w:sdtContent>
      </w:sdt>
      <w:r w:rsidRPr="006D2140">
        <w:rPr>
          <w:rFonts w:ascii="Open Sans" w:eastAsia="SimSun" w:hAnsi="Open Sans" w:cs="Open Sans"/>
          <w:bCs/>
          <w:color w:val="000000"/>
          <w:kern w:val="1"/>
          <w:sz w:val="24"/>
          <w:szCs w:val="24"/>
          <w:lang w:eastAsia="ar-SA"/>
        </w:rPr>
        <w:t xml:space="preserve"> rilasciato da </w:t>
      </w:r>
      <w:sdt>
        <w:sdtPr>
          <w:rPr>
            <w:rFonts w:ascii="Perpetua Titling MT" w:eastAsia="SimSun" w:hAnsi="Perpetua Titling MT" w:cs="Open Sans"/>
            <w:b/>
            <w:bCs/>
            <w:kern w:val="1"/>
            <w:lang w:eastAsia="hi-IN" w:bidi="hi-IN"/>
          </w:rPr>
          <w:id w:val="-213593102"/>
          <w:placeholder>
            <w:docPart w:val="65800639A9ED4F6083CCAF55F81F5D16"/>
          </w:placeholder>
          <w:text/>
        </w:sdtPr>
        <w:sdtEndPr/>
        <w:sdtContent>
          <w:r w:rsidRPr="00B24514">
            <w:rPr>
              <w:rFonts w:ascii="Perpetua Titling MT" w:eastAsia="SimSun" w:hAnsi="Perpetua Titling MT" w:cs="Open Sans"/>
              <w:b/>
              <w:bCs/>
              <w:kern w:val="1"/>
              <w:lang w:eastAsia="hi-IN" w:bidi="hi-IN"/>
            </w:rPr>
            <w:t>____________________________________________</w:t>
          </w:r>
        </w:sdtContent>
      </w:sdt>
      <w:r w:rsidRPr="006D2140">
        <w:rPr>
          <w:rFonts w:ascii="Open Sans" w:eastAsia="SimSun" w:hAnsi="Open Sans" w:cs="Open Sans"/>
          <w:bCs/>
          <w:color w:val="000000"/>
          <w:kern w:val="1"/>
          <w:sz w:val="24"/>
          <w:szCs w:val="24"/>
          <w:lang w:eastAsia="ar-SA"/>
        </w:rPr>
        <w:t xml:space="preserve">, </w:t>
      </w:r>
    </w:p>
    <w:p w14:paraId="34B39687" w14:textId="7C3B0859" w:rsidR="006D2140" w:rsidRPr="006D2140" w:rsidRDefault="006D2140" w:rsidP="006D2140">
      <w:pPr>
        <w:autoSpaceDN/>
        <w:spacing w:after="225" w:line="360" w:lineRule="auto"/>
        <w:jc w:val="both"/>
        <w:textAlignment w:val="auto"/>
        <w:rPr>
          <w:rFonts w:ascii="Open Sans" w:eastAsia="SimSun" w:hAnsi="Open Sans" w:cs="Open Sans"/>
          <w:b/>
          <w:bCs/>
          <w:color w:val="444444"/>
          <w:kern w:val="1"/>
          <w:sz w:val="24"/>
          <w:szCs w:val="24"/>
          <w:lang w:eastAsia="hi-IN" w:bidi="hi-IN"/>
        </w:rPr>
      </w:pPr>
      <w:r w:rsidRPr="006D2140">
        <w:rPr>
          <w:rFonts w:ascii="Open Sans" w:eastAsia="SimSun" w:hAnsi="Open Sans" w:cs="Open Sans"/>
          <w:bCs/>
          <w:color w:val="000000"/>
          <w:kern w:val="1"/>
          <w:sz w:val="24"/>
          <w:szCs w:val="24"/>
          <w:lang w:eastAsia="ar-SA"/>
        </w:rPr>
        <w:t>in qualità di</w:t>
      </w:r>
      <w:r w:rsidR="00CB7D57">
        <w:rPr>
          <w:rFonts w:ascii="Open Sans" w:eastAsia="SimSun" w:hAnsi="Open Sans" w:cs="Open Sans"/>
          <w:bCs/>
          <w:color w:val="000000"/>
          <w:kern w:val="1"/>
          <w:sz w:val="24"/>
          <w:szCs w:val="24"/>
          <w:lang w:eastAsia="ar-SA"/>
        </w:rPr>
        <w:t xml:space="preserve"> </w:t>
      </w:r>
      <w:r w:rsidR="002323D2">
        <w:rPr>
          <w:rFonts w:ascii="Open Sans" w:eastAsia="SimSun" w:hAnsi="Open Sans" w:cs="Open Sans"/>
          <w:bCs/>
          <w:color w:val="000000"/>
          <w:kern w:val="1"/>
          <w:sz w:val="24"/>
          <w:szCs w:val="24"/>
          <w:lang w:eastAsia="ar-SA"/>
        </w:rPr>
        <w:t xml:space="preserve"> </w:t>
      </w:r>
      <w:bookmarkStart w:id="0" w:name="_Hlk146717642"/>
      <w:sdt>
        <w:sdtPr>
          <w:rPr>
            <w:rFonts w:ascii="Open Sans" w:eastAsia="SimSun" w:hAnsi="Open Sans" w:cs="Open Sans"/>
            <w:b/>
            <w:bCs/>
            <w:i/>
            <w:iCs/>
            <w:kern w:val="1"/>
            <w:sz w:val="24"/>
            <w:szCs w:val="24"/>
            <w:u w:val="single"/>
            <w:lang w:eastAsia="hi-IN" w:bidi="hi-IN"/>
          </w:rPr>
          <w:id w:val="-2090916701"/>
          <w:placeholder>
            <w:docPart w:val="053BFE0B4BB14C0DBC058B0B5A3B2C11"/>
          </w:placeholder>
          <w:text/>
        </w:sdtPr>
        <w:sdtEndPr/>
        <w:sdtContent>
          <w:r w:rsidR="00EC2A5C" w:rsidRPr="00105C98">
            <w:rPr>
              <w:rFonts w:ascii="Open Sans" w:eastAsia="SimSun" w:hAnsi="Open Sans" w:cs="Open Sans"/>
              <w:b/>
              <w:bCs/>
              <w:i/>
              <w:iCs/>
              <w:kern w:val="1"/>
              <w:sz w:val="24"/>
              <w:szCs w:val="24"/>
              <w:u w:val="single"/>
              <w:lang w:eastAsia="hi-IN" w:bidi="hi-IN"/>
            </w:rPr>
            <w:t xml:space="preserve">Indicare qui </w:t>
          </w:r>
          <w:r w:rsidR="00486C73" w:rsidRPr="00105C98">
            <w:rPr>
              <w:rFonts w:ascii="Open Sans" w:eastAsia="SimSun" w:hAnsi="Open Sans" w:cs="Open Sans"/>
              <w:b/>
              <w:bCs/>
              <w:i/>
              <w:iCs/>
              <w:kern w:val="1"/>
              <w:sz w:val="24"/>
              <w:szCs w:val="24"/>
              <w:u w:val="single"/>
              <w:lang w:eastAsia="hi-IN" w:bidi="hi-IN"/>
            </w:rPr>
            <w:t>il ruolo</w:t>
          </w:r>
          <w:r w:rsidR="00EC2A5C" w:rsidRPr="00105C98">
            <w:rPr>
              <w:rFonts w:ascii="Open Sans" w:eastAsia="SimSun" w:hAnsi="Open Sans" w:cs="Open Sans"/>
              <w:b/>
              <w:bCs/>
              <w:i/>
              <w:iCs/>
              <w:kern w:val="1"/>
              <w:sz w:val="24"/>
              <w:szCs w:val="24"/>
              <w:u w:val="single"/>
              <w:lang w:eastAsia="hi-IN" w:bidi="hi-IN"/>
            </w:rPr>
            <w:t xml:space="preserve"> ricoperto</w:t>
          </w:r>
          <w:r w:rsidR="00105C98" w:rsidRPr="00105C98">
            <w:rPr>
              <w:rFonts w:ascii="Open Sans" w:eastAsia="SimSun" w:hAnsi="Open Sans" w:cs="Open Sans"/>
              <w:b/>
              <w:bCs/>
              <w:i/>
              <w:iCs/>
              <w:kern w:val="1"/>
              <w:sz w:val="24"/>
              <w:szCs w:val="24"/>
              <w:u w:val="single"/>
              <w:lang w:eastAsia="hi-IN" w:bidi="hi-IN"/>
            </w:rPr>
            <w:t xml:space="preserve"> per L’Operatore Economico rappresentato</w:t>
          </w:r>
        </w:sdtContent>
      </w:sdt>
      <w:bookmarkEnd w:id="0"/>
      <w:r w:rsidR="002323D2" w:rsidRPr="006D2140">
        <w:rPr>
          <w:rFonts w:ascii="Open Sans" w:eastAsia="SimSun" w:hAnsi="Open Sans" w:cs="Open Sans"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6D2140">
        <w:rPr>
          <w:rFonts w:ascii="Open Sans" w:eastAsia="SimSun" w:hAnsi="Open Sans" w:cs="Open Sans"/>
          <w:bCs/>
          <w:color w:val="000000"/>
          <w:kern w:val="1"/>
          <w:sz w:val="24"/>
          <w:szCs w:val="24"/>
          <w:lang w:eastAsia="ar-SA"/>
        </w:rPr>
        <w:t>dell</w:t>
      </w:r>
      <w:r w:rsidR="000F4817">
        <w:rPr>
          <w:rFonts w:ascii="Open Sans" w:eastAsia="SimSun" w:hAnsi="Open Sans" w:cs="Open Sans"/>
          <w:bCs/>
          <w:color w:val="000000"/>
          <w:kern w:val="1"/>
          <w:sz w:val="24"/>
          <w:szCs w:val="24"/>
          <w:lang w:eastAsia="ar-SA"/>
        </w:rPr>
        <w:t xml:space="preserve">’Operatore Economico </w:t>
      </w:r>
      <w:sdt>
        <w:sdtPr>
          <w:rPr>
            <w:rFonts w:ascii="Perpetua Titling MT" w:eastAsia="SimSun" w:hAnsi="Perpetua Titling MT" w:cs="Open Sans"/>
            <w:b/>
            <w:bCs/>
            <w:kern w:val="1"/>
            <w:lang w:eastAsia="hi-IN" w:bidi="hi-IN"/>
          </w:rPr>
          <w:id w:val="335582344"/>
          <w:placeholder>
            <w:docPart w:val="67B19F405DD844C985C5E9F91F635103"/>
          </w:placeholder>
          <w:text/>
        </w:sdtPr>
        <w:sdtEndPr/>
        <w:sdtContent>
          <w:r w:rsidRPr="00B24514">
            <w:rPr>
              <w:rFonts w:ascii="Perpetua Titling MT" w:eastAsia="SimSun" w:hAnsi="Perpetua Titling MT" w:cs="Open Sans"/>
              <w:b/>
              <w:bCs/>
              <w:kern w:val="1"/>
              <w:lang w:eastAsia="hi-IN" w:bidi="hi-IN"/>
            </w:rPr>
            <w:t>_______________________________</w:t>
          </w:r>
          <w:r w:rsidR="001D4EEA" w:rsidRPr="00B24514">
            <w:rPr>
              <w:rFonts w:ascii="Perpetua Titling MT" w:eastAsia="SimSun" w:hAnsi="Perpetua Titling MT" w:cs="Open Sans"/>
              <w:b/>
              <w:bCs/>
              <w:kern w:val="1"/>
              <w:lang w:eastAsia="hi-IN" w:bidi="hi-IN"/>
            </w:rPr>
            <w:t>___________________________</w:t>
          </w:r>
          <w:r w:rsidRPr="00B24514">
            <w:rPr>
              <w:rFonts w:ascii="Perpetua Titling MT" w:eastAsia="SimSun" w:hAnsi="Perpetua Titling MT" w:cs="Open Sans"/>
              <w:b/>
              <w:bCs/>
              <w:kern w:val="1"/>
              <w:lang w:eastAsia="hi-IN" w:bidi="hi-IN"/>
            </w:rPr>
            <w:t>_________</w:t>
          </w:r>
        </w:sdtContent>
      </w:sdt>
      <w:r w:rsidRPr="006D2140">
        <w:rPr>
          <w:rFonts w:ascii="Open Sans" w:eastAsia="SimSun" w:hAnsi="Open Sans" w:cs="Open Sans"/>
          <w:bCs/>
          <w:color w:val="000000"/>
          <w:kern w:val="1"/>
          <w:sz w:val="24"/>
          <w:szCs w:val="24"/>
          <w:lang w:eastAsia="ar-SA"/>
        </w:rPr>
        <w:t xml:space="preserve"> con sede legale in via </w:t>
      </w:r>
      <w:sdt>
        <w:sdtPr>
          <w:rPr>
            <w:rFonts w:ascii="Perpetua Titling MT" w:eastAsia="SimSun" w:hAnsi="Perpetua Titling MT" w:cs="Open Sans"/>
            <w:b/>
            <w:bCs/>
            <w:kern w:val="1"/>
            <w:lang w:eastAsia="hi-IN" w:bidi="hi-IN"/>
          </w:rPr>
          <w:id w:val="-109281692"/>
          <w:placeholder>
            <w:docPart w:val="10234A3B3AC0403BA9F71C822B2967DD"/>
          </w:placeholder>
          <w:text/>
        </w:sdtPr>
        <w:sdtEndPr/>
        <w:sdtContent>
          <w:r w:rsidRPr="00B24514">
            <w:rPr>
              <w:rFonts w:ascii="Perpetua Titling MT" w:eastAsia="SimSun" w:hAnsi="Perpetua Titling MT" w:cs="Open Sans"/>
              <w:b/>
              <w:bCs/>
              <w:kern w:val="1"/>
              <w:lang w:eastAsia="hi-IN" w:bidi="hi-IN"/>
            </w:rPr>
            <w:t>______</w:t>
          </w:r>
          <w:r w:rsidR="0074219C" w:rsidRPr="00B24514">
            <w:rPr>
              <w:rFonts w:ascii="Perpetua Titling MT" w:eastAsia="SimSun" w:hAnsi="Perpetua Titling MT" w:cs="Open Sans"/>
              <w:b/>
              <w:bCs/>
              <w:kern w:val="1"/>
              <w:lang w:eastAsia="hi-IN" w:bidi="hi-IN"/>
            </w:rPr>
            <w:t>___</w:t>
          </w:r>
          <w:r w:rsidRPr="00B24514">
            <w:rPr>
              <w:rFonts w:ascii="Perpetua Titling MT" w:eastAsia="SimSun" w:hAnsi="Perpetua Titling MT" w:cs="Open Sans"/>
              <w:b/>
              <w:bCs/>
              <w:kern w:val="1"/>
              <w:lang w:eastAsia="hi-IN" w:bidi="hi-IN"/>
            </w:rPr>
            <w:t>__________</w:t>
          </w:r>
          <w:r w:rsidR="0074219C" w:rsidRPr="00B24514">
            <w:rPr>
              <w:rFonts w:ascii="Perpetua Titling MT" w:eastAsia="SimSun" w:hAnsi="Perpetua Titling MT" w:cs="Open Sans"/>
              <w:b/>
              <w:bCs/>
              <w:kern w:val="1"/>
              <w:lang w:eastAsia="hi-IN" w:bidi="hi-IN"/>
            </w:rPr>
            <w:t>_______</w:t>
          </w:r>
          <w:r w:rsidRPr="00B24514">
            <w:rPr>
              <w:rFonts w:ascii="Perpetua Titling MT" w:eastAsia="SimSun" w:hAnsi="Perpetua Titling MT" w:cs="Open Sans"/>
              <w:b/>
              <w:bCs/>
              <w:kern w:val="1"/>
              <w:lang w:eastAsia="hi-IN" w:bidi="hi-IN"/>
            </w:rPr>
            <w:t>_________________________</w:t>
          </w:r>
        </w:sdtContent>
      </w:sdt>
      <w:r w:rsidRPr="006D2140">
        <w:rPr>
          <w:rFonts w:ascii="Open Sans" w:eastAsia="SimSun" w:hAnsi="Open Sans" w:cs="Open Sans"/>
          <w:bCs/>
          <w:color w:val="000000"/>
          <w:kern w:val="1"/>
          <w:sz w:val="24"/>
          <w:szCs w:val="24"/>
          <w:lang w:eastAsia="ar-SA"/>
        </w:rPr>
        <w:t xml:space="preserve"> civico </w:t>
      </w:r>
      <w:sdt>
        <w:sdtPr>
          <w:rPr>
            <w:rFonts w:ascii="Perpetua Titling MT" w:eastAsia="SimSun" w:hAnsi="Perpetua Titling MT" w:cs="Open Sans"/>
            <w:b/>
            <w:bCs/>
            <w:kern w:val="1"/>
            <w:lang w:eastAsia="hi-IN" w:bidi="hi-IN"/>
          </w:rPr>
          <w:id w:val="-1525783282"/>
          <w:placeholder>
            <w:docPart w:val="65E2F7220A91438F99ADA328A0302BE7"/>
          </w:placeholder>
          <w:text/>
        </w:sdtPr>
        <w:sdtEndPr/>
        <w:sdtContent>
          <w:r w:rsidR="0074219C" w:rsidRPr="00B24514">
            <w:rPr>
              <w:rFonts w:ascii="Perpetua Titling MT" w:eastAsia="SimSun" w:hAnsi="Perpetua Titling MT" w:cs="Open Sans"/>
              <w:b/>
              <w:bCs/>
              <w:kern w:val="1"/>
              <w:lang w:eastAsia="hi-IN" w:bidi="hi-IN"/>
            </w:rPr>
            <w:t>_________</w:t>
          </w:r>
          <w:r w:rsidRPr="00B24514">
            <w:rPr>
              <w:rFonts w:ascii="Perpetua Titling MT" w:eastAsia="SimSun" w:hAnsi="Perpetua Titling MT" w:cs="Open Sans"/>
              <w:b/>
              <w:bCs/>
              <w:kern w:val="1"/>
              <w:lang w:eastAsia="hi-IN" w:bidi="hi-IN"/>
            </w:rPr>
            <w:t>___</w:t>
          </w:r>
        </w:sdtContent>
      </w:sdt>
      <w:r w:rsidRPr="006D2140">
        <w:rPr>
          <w:rFonts w:ascii="Open Sans" w:eastAsia="SimSun" w:hAnsi="Open Sans" w:cs="Open Sans"/>
          <w:bCs/>
          <w:color w:val="000000"/>
          <w:kern w:val="1"/>
          <w:sz w:val="24"/>
          <w:szCs w:val="24"/>
          <w:lang w:eastAsia="ar-SA"/>
        </w:rPr>
        <w:t xml:space="preserve"> città</w:t>
      </w:r>
      <w:sdt>
        <w:sdtPr>
          <w:rPr>
            <w:rFonts w:ascii="Perpetua Titling MT" w:eastAsia="SimSun" w:hAnsi="Perpetua Titling MT" w:cs="Open Sans"/>
            <w:b/>
            <w:bCs/>
            <w:kern w:val="1"/>
            <w:lang w:eastAsia="hi-IN" w:bidi="hi-IN"/>
          </w:rPr>
          <w:id w:val="370737677"/>
          <w:placeholder>
            <w:docPart w:val="0C1C58C4717F4D27BF6EE194E164D800"/>
          </w:placeholder>
          <w:text/>
        </w:sdtPr>
        <w:sdtEndPr/>
        <w:sdtContent>
          <w:r w:rsidRPr="00B24514">
            <w:rPr>
              <w:rFonts w:ascii="Perpetua Titling MT" w:eastAsia="SimSun" w:hAnsi="Perpetua Titling MT" w:cs="Open Sans"/>
              <w:b/>
              <w:bCs/>
              <w:kern w:val="1"/>
              <w:lang w:eastAsia="hi-IN" w:bidi="hi-IN"/>
            </w:rPr>
            <w:t>_________________________________________</w:t>
          </w:r>
        </w:sdtContent>
      </w:sdt>
      <w:r w:rsidRPr="006D2140">
        <w:rPr>
          <w:rFonts w:ascii="Open Sans" w:eastAsia="SimSun" w:hAnsi="Open Sans" w:cs="Open Sans"/>
          <w:bCs/>
          <w:color w:val="000000"/>
          <w:kern w:val="1"/>
          <w:sz w:val="24"/>
          <w:szCs w:val="24"/>
          <w:lang w:eastAsia="ar-SA"/>
        </w:rPr>
        <w:t xml:space="preserve">, </w:t>
      </w:r>
      <w:r w:rsidR="0074219C">
        <w:rPr>
          <w:rFonts w:ascii="Open Sans" w:eastAsia="SimSun" w:hAnsi="Open Sans" w:cs="Open Sans"/>
          <w:bCs/>
          <w:color w:val="000000"/>
          <w:kern w:val="1"/>
          <w:sz w:val="24"/>
          <w:szCs w:val="24"/>
          <w:lang w:eastAsia="ar-SA"/>
        </w:rPr>
        <w:t xml:space="preserve">P. </w:t>
      </w:r>
      <w:r w:rsidR="00FF6BDE" w:rsidRPr="006D2140">
        <w:rPr>
          <w:rFonts w:ascii="Open Sans" w:eastAsia="SimSun" w:hAnsi="Open Sans" w:cs="Open Sans"/>
          <w:bCs/>
          <w:color w:val="000000"/>
          <w:kern w:val="1"/>
          <w:sz w:val="24"/>
          <w:szCs w:val="24"/>
          <w:lang w:eastAsia="ar-SA"/>
        </w:rPr>
        <w:t xml:space="preserve">IVA numero </w:t>
      </w:r>
      <w:sdt>
        <w:sdtPr>
          <w:rPr>
            <w:rFonts w:ascii="Perpetua Titling MT" w:eastAsia="SimSun" w:hAnsi="Perpetua Titling MT" w:cs="Open Sans"/>
            <w:b/>
            <w:bCs/>
            <w:kern w:val="1"/>
            <w:lang w:eastAsia="hi-IN" w:bidi="hi-IN"/>
          </w:rPr>
          <w:id w:val="1956983842"/>
          <w:placeholder>
            <w:docPart w:val="A82C23C1A53A4B8ABF2D7A2FF778AF9D"/>
          </w:placeholder>
          <w:text/>
        </w:sdtPr>
        <w:sdtEndPr/>
        <w:sdtContent>
          <w:r w:rsidR="000700AB">
            <w:rPr>
              <w:rFonts w:ascii="Perpetua Titling MT" w:eastAsia="SimSun" w:hAnsi="Perpetua Titling MT" w:cs="Open Sans"/>
              <w:b/>
              <w:bCs/>
              <w:kern w:val="1"/>
              <w:lang w:eastAsia="hi-IN" w:bidi="hi-IN"/>
            </w:rPr>
            <w:t>_____________</w:t>
          </w:r>
        </w:sdtContent>
      </w:sdt>
      <w:r w:rsidR="00FF6BDE" w:rsidRPr="006D2140">
        <w:rPr>
          <w:rFonts w:ascii="Open Sans" w:eastAsia="SimSun" w:hAnsi="Open Sans" w:cs="Open Sans"/>
          <w:bCs/>
          <w:color w:val="000000"/>
          <w:kern w:val="1"/>
          <w:sz w:val="24"/>
          <w:szCs w:val="24"/>
          <w:lang w:eastAsia="ar-SA"/>
        </w:rPr>
        <w:t xml:space="preserve"> </w:t>
      </w:r>
      <w:r w:rsidR="00495C95" w:rsidRPr="006D2140">
        <w:rPr>
          <w:rFonts w:ascii="Open Sans" w:eastAsia="SimSun" w:hAnsi="Open Sans" w:cs="Open Sans"/>
          <w:bCs/>
          <w:color w:val="000000"/>
          <w:kern w:val="1"/>
          <w:sz w:val="24"/>
          <w:szCs w:val="24"/>
          <w:lang w:eastAsia="ar-SA"/>
        </w:rPr>
        <w:t xml:space="preserve">C.F. </w:t>
      </w:r>
      <w:sdt>
        <w:sdtPr>
          <w:rPr>
            <w:rFonts w:ascii="Perpetua Titling MT" w:eastAsia="SimSun" w:hAnsi="Perpetua Titling MT" w:cs="Open Sans"/>
            <w:b/>
            <w:bCs/>
            <w:kern w:val="1"/>
            <w:lang w:eastAsia="hi-IN" w:bidi="hi-IN"/>
          </w:rPr>
          <w:id w:val="1642764694"/>
          <w:placeholder>
            <w:docPart w:val="87EC4AA8D4DE458F9B17D985D24F0103"/>
          </w:placeholder>
          <w:text/>
        </w:sdtPr>
        <w:sdtEndPr/>
        <w:sdtContent>
          <w:r w:rsidR="000700AB">
            <w:rPr>
              <w:rFonts w:ascii="Perpetua Titling MT" w:eastAsia="SimSun" w:hAnsi="Perpetua Titling MT" w:cs="Open Sans"/>
              <w:b/>
              <w:bCs/>
              <w:kern w:val="1"/>
              <w:lang w:eastAsia="hi-IN" w:bidi="hi-IN"/>
            </w:rPr>
            <w:t>_______________</w:t>
          </w:r>
        </w:sdtContent>
      </w:sdt>
      <w:r w:rsidR="00495C95" w:rsidRPr="006D2140">
        <w:rPr>
          <w:rFonts w:ascii="Open Sans" w:eastAsia="SimSun" w:hAnsi="Open Sans" w:cs="Open Sans"/>
          <w:bCs/>
          <w:color w:val="000000"/>
          <w:kern w:val="1"/>
          <w:sz w:val="24"/>
          <w:szCs w:val="24"/>
          <w:lang w:eastAsia="ar-SA"/>
        </w:rPr>
        <w:t xml:space="preserve">, </w:t>
      </w:r>
      <w:r w:rsidRPr="006D2140">
        <w:rPr>
          <w:rFonts w:ascii="Open Sans" w:eastAsia="SimSun" w:hAnsi="Open Sans" w:cs="Open Sans"/>
          <w:bCs/>
          <w:color w:val="000000"/>
          <w:kern w:val="1"/>
          <w:sz w:val="24"/>
          <w:szCs w:val="24"/>
          <w:lang w:eastAsia="ar-SA"/>
        </w:rPr>
        <w:t>consapevole delle sanzioni civili e penali previste dall’art. 76, DPR n. 445/2000 in caso di dichiarazioni mendaci e della decadenza dei benefici eventualmente conseguenti al provvedimento emanato sulla base di dichiarazioni non veritiere di cui all’art. 75, DPR n. 445/2000</w:t>
      </w:r>
    </w:p>
    <w:p w14:paraId="34B39688" w14:textId="77777777" w:rsidR="006D2140" w:rsidRPr="006D2140" w:rsidRDefault="006D2140" w:rsidP="006D2140">
      <w:pPr>
        <w:autoSpaceDN/>
        <w:spacing w:after="225" w:line="360" w:lineRule="auto"/>
        <w:jc w:val="center"/>
        <w:textAlignment w:val="auto"/>
        <w:rPr>
          <w:rFonts w:ascii="Open Sans" w:eastAsia="SimSun" w:hAnsi="Open Sans" w:cs="Open Sans"/>
          <w:b/>
          <w:bCs/>
          <w:color w:val="444444"/>
          <w:kern w:val="1"/>
          <w:sz w:val="24"/>
          <w:szCs w:val="24"/>
          <w:lang w:eastAsia="hi-IN" w:bidi="hi-IN"/>
        </w:rPr>
      </w:pPr>
      <w:r w:rsidRPr="006D2140">
        <w:rPr>
          <w:rFonts w:ascii="Open Sans" w:eastAsia="SimSun" w:hAnsi="Open Sans" w:cs="Open Sans"/>
          <w:b/>
          <w:bCs/>
          <w:color w:val="444444"/>
          <w:kern w:val="1"/>
          <w:sz w:val="24"/>
          <w:szCs w:val="24"/>
          <w:lang w:eastAsia="hi-IN" w:bidi="hi-IN"/>
        </w:rPr>
        <w:lastRenderedPageBreak/>
        <w:t>DICHIARA</w:t>
      </w:r>
    </w:p>
    <w:p w14:paraId="34B39689" w14:textId="77777777" w:rsidR="006D2140" w:rsidRPr="006D2140" w:rsidRDefault="006D2140" w:rsidP="006D2140">
      <w:pPr>
        <w:autoSpaceDN/>
        <w:spacing w:after="225" w:line="360" w:lineRule="auto"/>
        <w:jc w:val="both"/>
        <w:textAlignment w:val="auto"/>
        <w:rPr>
          <w:rFonts w:ascii="Open Sans" w:eastAsia="SimSun" w:hAnsi="Open Sans" w:cs="Open Sans"/>
          <w:kern w:val="1"/>
          <w:sz w:val="24"/>
          <w:szCs w:val="24"/>
          <w:lang w:eastAsia="hi-IN" w:bidi="hi-IN"/>
        </w:rPr>
      </w:pPr>
      <w:r w:rsidRPr="006D2140">
        <w:rPr>
          <w:rFonts w:ascii="Open Sans" w:eastAsia="SimSun" w:hAnsi="Open Sans" w:cs="Open Sans"/>
          <w:color w:val="000000"/>
          <w:kern w:val="1"/>
          <w:sz w:val="24"/>
          <w:szCs w:val="24"/>
          <w:lang w:eastAsia="hi-IN" w:bidi="hi-IN"/>
        </w:rPr>
        <w:t>Sotto la propria responsabilità, ai sensi della vigente normativa antimafia, che nei propri confronti non sussistono le cause di divieto, di decadenza o di sospensione previste dall’art. 67 del D. Lgs. n. 159/2011 e di non essere a conoscenza dell'esistenza di tali cause nei confronti dei seguenti soggetti:</w:t>
      </w:r>
    </w:p>
    <w:p w14:paraId="34B3968A" w14:textId="02DCBE1A" w:rsidR="006D2140" w:rsidRPr="00697A30" w:rsidRDefault="006D2140" w:rsidP="00697A30">
      <w:pPr>
        <w:pStyle w:val="Paragrafoelenco"/>
        <w:numPr>
          <w:ilvl w:val="0"/>
          <w:numId w:val="10"/>
        </w:numPr>
        <w:suppressLineNumbers/>
        <w:autoSpaceDN/>
        <w:spacing w:line="360" w:lineRule="auto"/>
        <w:textAlignment w:val="auto"/>
        <w:rPr>
          <w:rFonts w:ascii="Open Sans" w:hAnsi="Open Sans" w:cs="Open Sans"/>
          <w:kern w:val="1"/>
          <w:sz w:val="22"/>
          <w:szCs w:val="22"/>
          <w:lang w:eastAsia="hi-IN" w:bidi="hi-IN"/>
        </w:rPr>
      </w:pPr>
      <w:bookmarkStart w:id="1" w:name="_Hlk146717698"/>
      <w:r w:rsidRPr="00697A30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Sig./Sig.ra </w:t>
      </w:r>
      <w:sdt>
        <w:sdtPr>
          <w:rPr>
            <w:rFonts w:ascii="Perpetua Titling MT" w:hAnsi="Perpetua Titling MT" w:cs="Open Sans"/>
            <w:kern w:val="1"/>
            <w:sz w:val="22"/>
            <w:szCs w:val="22"/>
            <w:lang w:eastAsia="hi-IN" w:bidi="hi-IN"/>
          </w:rPr>
          <w:id w:val="-545921343"/>
          <w:placeholder>
            <w:docPart w:val="65547BDCA9284A76A0B75DEEB8F0E1C7"/>
          </w:placeholder>
          <w:text/>
        </w:sdtPr>
        <w:sdtEndPr/>
        <w:sdtContent>
          <w:r w:rsidRPr="00B24514">
            <w:rPr>
              <w:rFonts w:ascii="Perpetua Titling MT" w:hAnsi="Perpetua Titling MT" w:cs="Open Sans"/>
              <w:kern w:val="1"/>
              <w:sz w:val="22"/>
              <w:szCs w:val="22"/>
              <w:lang w:eastAsia="hi-IN" w:bidi="hi-IN"/>
            </w:rPr>
            <w:t>______________________________________________________________________</w:t>
          </w:r>
        </w:sdtContent>
      </w:sdt>
      <w:r w:rsidRPr="00697A30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, </w:t>
      </w:r>
    </w:p>
    <w:p w14:paraId="34B3968B" w14:textId="77777777" w:rsidR="006D2140" w:rsidRPr="00697A30" w:rsidRDefault="006D2140" w:rsidP="00697A30">
      <w:pPr>
        <w:pStyle w:val="Paragrafoelenco"/>
        <w:suppressLineNumbers/>
        <w:autoSpaceDN/>
        <w:spacing w:line="360" w:lineRule="auto"/>
        <w:textAlignment w:val="auto"/>
        <w:rPr>
          <w:rFonts w:ascii="Open Sans" w:hAnsi="Open Sans" w:cs="Open Sans"/>
          <w:kern w:val="1"/>
          <w:sz w:val="22"/>
          <w:szCs w:val="22"/>
          <w:lang w:eastAsia="hi-IN" w:bidi="hi-IN"/>
        </w:rPr>
      </w:pPr>
      <w:r w:rsidRPr="00697A30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luogo e data di nascita </w:t>
      </w:r>
      <w:sdt>
        <w:sdtPr>
          <w:rPr>
            <w:rFonts w:ascii="Perpetua Titling MT" w:hAnsi="Perpetua Titling MT" w:cs="Open Sans"/>
            <w:kern w:val="1"/>
            <w:sz w:val="22"/>
            <w:szCs w:val="22"/>
            <w:lang w:eastAsia="hi-IN" w:bidi="hi-IN"/>
          </w:rPr>
          <w:id w:val="1985039921"/>
          <w:placeholder>
            <w:docPart w:val="4A03355EE3B64650946E16B385FA6F82"/>
          </w:placeholder>
          <w:text/>
        </w:sdtPr>
        <w:sdtEndPr/>
        <w:sdtContent>
          <w:r w:rsidRPr="00B24514">
            <w:rPr>
              <w:rFonts w:ascii="Perpetua Titling MT" w:hAnsi="Perpetua Titling MT" w:cs="Open Sans"/>
              <w:kern w:val="1"/>
              <w:sz w:val="22"/>
              <w:szCs w:val="22"/>
              <w:lang w:eastAsia="hi-IN" w:bidi="hi-IN"/>
            </w:rPr>
            <w:t>___________________________________________________________</w:t>
          </w:r>
        </w:sdtContent>
      </w:sdt>
      <w:r w:rsidRPr="00697A30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,       </w:t>
      </w:r>
    </w:p>
    <w:p w14:paraId="35E3BADC" w14:textId="30D113ED" w:rsidR="00F044BB" w:rsidRPr="00ED1E0D" w:rsidRDefault="006D2140" w:rsidP="00ED1E0D">
      <w:pPr>
        <w:pStyle w:val="Paragrafoelenco"/>
        <w:suppressLineNumbers/>
        <w:autoSpaceDN/>
        <w:spacing w:line="360" w:lineRule="auto"/>
        <w:textAlignment w:val="auto"/>
        <w:rPr>
          <w:rFonts w:ascii="Open Sans" w:hAnsi="Open Sans" w:cs="Open Sans"/>
          <w:kern w:val="1"/>
          <w:sz w:val="22"/>
          <w:szCs w:val="22"/>
          <w:lang w:eastAsia="hi-IN" w:bidi="hi-IN"/>
        </w:rPr>
      </w:pPr>
      <w:r w:rsidRPr="00697A30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CF  </w:t>
      </w:r>
      <w:r w:rsidRPr="00B24514">
        <w:rPr>
          <w:rFonts w:ascii="Perpetua Titling MT" w:hAnsi="Perpetua Titling MT" w:cs="Open Sans"/>
          <w:kern w:val="1"/>
          <w:sz w:val="22"/>
          <w:szCs w:val="22"/>
          <w:lang w:eastAsia="hi-IN" w:bidi="hi-IN"/>
        </w:rPr>
        <w:t>___________________________,</w:t>
      </w:r>
      <w:r w:rsidR="00ED1E0D">
        <w:rPr>
          <w:rFonts w:ascii="Perpetua Titling MT" w:hAnsi="Perpetua Titling MT" w:cs="Open Sans"/>
          <w:kern w:val="1"/>
          <w:sz w:val="22"/>
          <w:szCs w:val="22"/>
          <w:lang w:eastAsia="hi-IN" w:bidi="hi-IN"/>
        </w:rPr>
        <w:t xml:space="preserve">  </w:t>
      </w:r>
      <w:r w:rsidRPr="00ED1E0D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residenza </w:t>
      </w:r>
      <w:sdt>
        <w:sdtPr>
          <w:rPr>
            <w:rFonts w:ascii="Perpetua Titling MT" w:hAnsi="Perpetua Titling MT" w:cs="Open Sans"/>
            <w:kern w:val="1"/>
            <w:sz w:val="22"/>
            <w:szCs w:val="22"/>
            <w:lang w:eastAsia="hi-IN" w:bidi="hi-IN"/>
          </w:rPr>
          <w:id w:val="-272020396"/>
          <w:placeholder>
            <w:docPart w:val="22BEF62FDF844DF7AF0DAF0AC7706087"/>
          </w:placeholder>
          <w:text/>
        </w:sdtPr>
        <w:sdtEndPr/>
        <w:sdtContent>
          <w:r w:rsidR="00ED1E0D">
            <w:rPr>
              <w:rFonts w:ascii="Perpetua Titling MT" w:hAnsi="Perpetua Titling MT" w:cs="Open Sans"/>
              <w:kern w:val="1"/>
              <w:sz w:val="22"/>
              <w:szCs w:val="22"/>
              <w:lang w:eastAsia="hi-IN" w:bidi="hi-IN"/>
            </w:rPr>
            <w:t>_______________________________________</w:t>
          </w:r>
        </w:sdtContent>
      </w:sdt>
      <w:r w:rsidRPr="00ED1E0D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, </w:t>
      </w:r>
    </w:p>
    <w:p w14:paraId="2D390A95" w14:textId="34D94A11" w:rsidR="00F044BB" w:rsidRPr="00697A30" w:rsidRDefault="00F044BB" w:rsidP="00505B6F">
      <w:pPr>
        <w:pStyle w:val="Paragrafoelenco"/>
        <w:numPr>
          <w:ilvl w:val="0"/>
          <w:numId w:val="11"/>
        </w:numPr>
        <w:suppressLineNumbers/>
        <w:autoSpaceDN/>
        <w:spacing w:line="360" w:lineRule="auto"/>
        <w:ind w:left="851" w:hanging="284"/>
        <w:textAlignment w:val="auto"/>
        <w:rPr>
          <w:rFonts w:ascii="Open Sans" w:hAnsi="Open Sans" w:cs="Open Sans"/>
          <w:kern w:val="1"/>
          <w:sz w:val="22"/>
          <w:szCs w:val="22"/>
          <w:lang w:eastAsia="hi-IN" w:bidi="hi-IN"/>
        </w:rPr>
      </w:pPr>
      <w:r w:rsidRPr="00697A30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Ruolo </w:t>
      </w:r>
      <w:sdt>
        <w:sdtPr>
          <w:rPr>
            <w:rFonts w:ascii="Open Sans" w:eastAsia="SimSun" w:hAnsi="Open Sans" w:cs="Open Sans"/>
            <w:i/>
            <w:iCs/>
            <w:kern w:val="1"/>
            <w:sz w:val="24"/>
            <w:szCs w:val="24"/>
            <w:u w:val="single"/>
            <w:lang w:eastAsia="hi-IN" w:bidi="hi-IN"/>
          </w:rPr>
          <w:id w:val="-606734937"/>
          <w:placeholder>
            <w:docPart w:val="D8F88356A0734970A98B03B844B394BA"/>
          </w:placeholder>
          <w:text/>
        </w:sdtPr>
        <w:sdtEndPr/>
        <w:sdtContent>
          <w:r w:rsidRPr="00733EBF">
            <w:rPr>
              <w:rFonts w:ascii="Open Sans" w:eastAsia="SimSun" w:hAnsi="Open Sans" w:cs="Open Sans"/>
              <w:i/>
              <w:iCs/>
              <w:kern w:val="1"/>
              <w:sz w:val="24"/>
              <w:szCs w:val="24"/>
              <w:u w:val="single"/>
              <w:lang w:eastAsia="hi-IN" w:bidi="hi-IN"/>
            </w:rPr>
            <w:t xml:space="preserve">Indicare qui il ruolo ricoperto per L’Operatore Economico </w:t>
          </w:r>
          <w:r w:rsidR="00505B6F">
            <w:rPr>
              <w:rFonts w:ascii="Open Sans" w:eastAsia="SimSun" w:hAnsi="Open Sans" w:cs="Open Sans"/>
              <w:i/>
              <w:iCs/>
              <w:kern w:val="1"/>
              <w:sz w:val="24"/>
              <w:szCs w:val="24"/>
              <w:u w:val="single"/>
              <w:lang w:eastAsia="hi-IN" w:bidi="hi-IN"/>
            </w:rPr>
            <w:t>r</w:t>
          </w:r>
          <w:r w:rsidRPr="00733EBF">
            <w:rPr>
              <w:rFonts w:ascii="Open Sans" w:eastAsia="SimSun" w:hAnsi="Open Sans" w:cs="Open Sans"/>
              <w:i/>
              <w:iCs/>
              <w:kern w:val="1"/>
              <w:sz w:val="24"/>
              <w:szCs w:val="24"/>
              <w:u w:val="single"/>
              <w:lang w:eastAsia="hi-IN" w:bidi="hi-IN"/>
            </w:rPr>
            <w:t>appresentato</w:t>
          </w:r>
        </w:sdtContent>
      </w:sdt>
    </w:p>
    <w:p w14:paraId="34B3968D" w14:textId="0057C75B" w:rsidR="006D2140" w:rsidRDefault="006D2140" w:rsidP="001F5F7A">
      <w:pPr>
        <w:pStyle w:val="Paragrafoelenco"/>
        <w:suppressLineNumbers/>
        <w:autoSpaceDN/>
        <w:spacing w:line="360" w:lineRule="auto"/>
        <w:textAlignment w:val="auto"/>
        <w:rPr>
          <w:rFonts w:ascii="Open Sans" w:hAnsi="Open Sans" w:cs="Open Sans"/>
          <w:kern w:val="1"/>
          <w:sz w:val="22"/>
          <w:szCs w:val="22"/>
          <w:lang w:eastAsia="hi-IN" w:bidi="hi-IN"/>
        </w:rPr>
      </w:pPr>
    </w:p>
    <w:p w14:paraId="6CD2670B" w14:textId="77777777" w:rsidR="00273841" w:rsidRPr="00697A30" w:rsidRDefault="00273841" w:rsidP="001F5F7A">
      <w:pPr>
        <w:pStyle w:val="Paragrafoelenco"/>
        <w:suppressLineNumbers/>
        <w:autoSpaceDN/>
        <w:spacing w:line="360" w:lineRule="auto"/>
        <w:textAlignment w:val="auto"/>
        <w:rPr>
          <w:rFonts w:ascii="Open Sans" w:hAnsi="Open Sans" w:cs="Open Sans"/>
          <w:kern w:val="1"/>
          <w:sz w:val="22"/>
          <w:szCs w:val="22"/>
          <w:lang w:eastAsia="hi-IN" w:bidi="hi-IN"/>
        </w:rPr>
      </w:pPr>
    </w:p>
    <w:bookmarkEnd w:id="1"/>
    <w:p w14:paraId="34B3968F" w14:textId="77777777" w:rsidR="006D2140" w:rsidRPr="006D2140" w:rsidRDefault="006D2140" w:rsidP="006D2140">
      <w:pPr>
        <w:autoSpaceDN/>
        <w:spacing w:line="360" w:lineRule="auto"/>
        <w:textAlignment w:val="auto"/>
        <w:rPr>
          <w:rFonts w:ascii="Open Sans" w:hAnsi="Open Sans" w:cs="Open Sans"/>
          <w:kern w:val="1"/>
          <w:sz w:val="22"/>
          <w:szCs w:val="22"/>
          <w:lang w:eastAsia="hi-IN" w:bidi="hi-IN"/>
        </w:rPr>
      </w:pPr>
    </w:p>
    <w:p w14:paraId="4F7C6DAD" w14:textId="77777777" w:rsidR="00ED1E0D" w:rsidRPr="00697A30" w:rsidRDefault="00ED1E0D" w:rsidP="00ED1E0D">
      <w:pPr>
        <w:pStyle w:val="Paragrafoelenco"/>
        <w:numPr>
          <w:ilvl w:val="0"/>
          <w:numId w:val="10"/>
        </w:numPr>
        <w:suppressLineNumbers/>
        <w:autoSpaceDN/>
        <w:spacing w:line="360" w:lineRule="auto"/>
        <w:textAlignment w:val="auto"/>
        <w:rPr>
          <w:rFonts w:ascii="Open Sans" w:hAnsi="Open Sans" w:cs="Open Sans"/>
          <w:kern w:val="1"/>
          <w:sz w:val="22"/>
          <w:szCs w:val="22"/>
          <w:lang w:eastAsia="hi-IN" w:bidi="hi-IN"/>
        </w:rPr>
      </w:pPr>
      <w:r w:rsidRPr="00697A30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Sig./Sig.ra </w:t>
      </w:r>
      <w:sdt>
        <w:sdtPr>
          <w:rPr>
            <w:rFonts w:ascii="Perpetua Titling MT" w:hAnsi="Perpetua Titling MT" w:cs="Open Sans"/>
            <w:kern w:val="1"/>
            <w:sz w:val="22"/>
            <w:szCs w:val="22"/>
            <w:lang w:eastAsia="hi-IN" w:bidi="hi-IN"/>
          </w:rPr>
          <w:id w:val="1165671584"/>
          <w:placeholder>
            <w:docPart w:val="E4F00AF385C2444F8EC2A3CE75010E6F"/>
          </w:placeholder>
          <w:text/>
        </w:sdtPr>
        <w:sdtEndPr/>
        <w:sdtContent>
          <w:r w:rsidRPr="00B24514">
            <w:rPr>
              <w:rFonts w:ascii="Perpetua Titling MT" w:hAnsi="Perpetua Titling MT" w:cs="Open Sans"/>
              <w:kern w:val="1"/>
              <w:sz w:val="22"/>
              <w:szCs w:val="22"/>
              <w:lang w:eastAsia="hi-IN" w:bidi="hi-IN"/>
            </w:rPr>
            <w:t>______________________________________________________________________</w:t>
          </w:r>
        </w:sdtContent>
      </w:sdt>
      <w:r w:rsidRPr="00697A30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, </w:t>
      </w:r>
    </w:p>
    <w:p w14:paraId="73885904" w14:textId="77777777" w:rsidR="00ED1E0D" w:rsidRPr="00697A30" w:rsidRDefault="00ED1E0D" w:rsidP="00ED1E0D">
      <w:pPr>
        <w:pStyle w:val="Paragrafoelenco"/>
        <w:suppressLineNumbers/>
        <w:autoSpaceDN/>
        <w:spacing w:line="360" w:lineRule="auto"/>
        <w:textAlignment w:val="auto"/>
        <w:rPr>
          <w:rFonts w:ascii="Open Sans" w:hAnsi="Open Sans" w:cs="Open Sans"/>
          <w:kern w:val="1"/>
          <w:sz w:val="22"/>
          <w:szCs w:val="22"/>
          <w:lang w:eastAsia="hi-IN" w:bidi="hi-IN"/>
        </w:rPr>
      </w:pPr>
      <w:r w:rsidRPr="00697A30">
        <w:rPr>
          <w:rFonts w:ascii="Open Sans" w:hAnsi="Open Sans" w:cs="Open Sans"/>
          <w:kern w:val="1"/>
          <w:sz w:val="22"/>
          <w:szCs w:val="22"/>
          <w:lang w:eastAsia="hi-IN" w:bidi="hi-IN"/>
        </w:rPr>
        <w:lastRenderedPageBreak/>
        <w:t xml:space="preserve">luogo e data di nascita </w:t>
      </w:r>
      <w:sdt>
        <w:sdtPr>
          <w:rPr>
            <w:rFonts w:ascii="Perpetua Titling MT" w:hAnsi="Perpetua Titling MT" w:cs="Open Sans"/>
            <w:kern w:val="1"/>
            <w:sz w:val="22"/>
            <w:szCs w:val="22"/>
            <w:lang w:eastAsia="hi-IN" w:bidi="hi-IN"/>
          </w:rPr>
          <w:id w:val="-1249179850"/>
          <w:placeholder>
            <w:docPart w:val="7D78108BF76F472892197339D1C64CB1"/>
          </w:placeholder>
          <w:text/>
        </w:sdtPr>
        <w:sdtEndPr/>
        <w:sdtContent>
          <w:r w:rsidRPr="00B24514">
            <w:rPr>
              <w:rFonts w:ascii="Perpetua Titling MT" w:hAnsi="Perpetua Titling MT" w:cs="Open Sans"/>
              <w:kern w:val="1"/>
              <w:sz w:val="22"/>
              <w:szCs w:val="22"/>
              <w:lang w:eastAsia="hi-IN" w:bidi="hi-IN"/>
            </w:rPr>
            <w:t>___________________________________________________________</w:t>
          </w:r>
        </w:sdtContent>
      </w:sdt>
      <w:r w:rsidRPr="00697A30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,       </w:t>
      </w:r>
    </w:p>
    <w:p w14:paraId="50CBE01E" w14:textId="77777777" w:rsidR="00ED1E0D" w:rsidRPr="00ED1E0D" w:rsidRDefault="00ED1E0D" w:rsidP="00ED1E0D">
      <w:pPr>
        <w:pStyle w:val="Paragrafoelenco"/>
        <w:suppressLineNumbers/>
        <w:autoSpaceDN/>
        <w:spacing w:line="360" w:lineRule="auto"/>
        <w:textAlignment w:val="auto"/>
        <w:rPr>
          <w:rFonts w:ascii="Open Sans" w:hAnsi="Open Sans" w:cs="Open Sans"/>
          <w:kern w:val="1"/>
          <w:sz w:val="22"/>
          <w:szCs w:val="22"/>
          <w:lang w:eastAsia="hi-IN" w:bidi="hi-IN"/>
        </w:rPr>
      </w:pPr>
      <w:r w:rsidRPr="00697A30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CF  </w:t>
      </w:r>
      <w:r w:rsidRPr="00B24514">
        <w:rPr>
          <w:rFonts w:ascii="Perpetua Titling MT" w:hAnsi="Perpetua Titling MT" w:cs="Open Sans"/>
          <w:kern w:val="1"/>
          <w:sz w:val="22"/>
          <w:szCs w:val="22"/>
          <w:lang w:eastAsia="hi-IN" w:bidi="hi-IN"/>
        </w:rPr>
        <w:t>___________________________,</w:t>
      </w:r>
      <w:r>
        <w:rPr>
          <w:rFonts w:ascii="Perpetua Titling MT" w:hAnsi="Perpetua Titling MT" w:cs="Open Sans"/>
          <w:kern w:val="1"/>
          <w:sz w:val="22"/>
          <w:szCs w:val="22"/>
          <w:lang w:eastAsia="hi-IN" w:bidi="hi-IN"/>
        </w:rPr>
        <w:t xml:space="preserve">  </w:t>
      </w:r>
      <w:r w:rsidRPr="00ED1E0D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residenza </w:t>
      </w:r>
      <w:sdt>
        <w:sdtPr>
          <w:rPr>
            <w:rFonts w:ascii="Perpetua Titling MT" w:hAnsi="Perpetua Titling MT" w:cs="Open Sans"/>
            <w:kern w:val="1"/>
            <w:sz w:val="22"/>
            <w:szCs w:val="22"/>
            <w:lang w:eastAsia="hi-IN" w:bidi="hi-IN"/>
          </w:rPr>
          <w:id w:val="-86857785"/>
          <w:placeholder>
            <w:docPart w:val="DAEC565F1CA94C8EA55834CA857611AC"/>
          </w:placeholder>
          <w:text/>
        </w:sdtPr>
        <w:sdtEndPr/>
        <w:sdtContent>
          <w:r>
            <w:rPr>
              <w:rFonts w:ascii="Perpetua Titling MT" w:hAnsi="Perpetua Titling MT" w:cs="Open Sans"/>
              <w:kern w:val="1"/>
              <w:sz w:val="22"/>
              <w:szCs w:val="22"/>
              <w:lang w:eastAsia="hi-IN" w:bidi="hi-IN"/>
            </w:rPr>
            <w:t>_______________________________________</w:t>
          </w:r>
        </w:sdtContent>
      </w:sdt>
      <w:r w:rsidRPr="00ED1E0D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, </w:t>
      </w:r>
    </w:p>
    <w:p w14:paraId="3861CDDE" w14:textId="77777777" w:rsidR="00ED1E0D" w:rsidRPr="00697A30" w:rsidRDefault="00ED1E0D" w:rsidP="00ED1E0D">
      <w:pPr>
        <w:pStyle w:val="Paragrafoelenco"/>
        <w:numPr>
          <w:ilvl w:val="0"/>
          <w:numId w:val="11"/>
        </w:numPr>
        <w:suppressLineNumbers/>
        <w:autoSpaceDN/>
        <w:spacing w:line="360" w:lineRule="auto"/>
        <w:ind w:left="851" w:hanging="284"/>
        <w:textAlignment w:val="auto"/>
        <w:rPr>
          <w:rFonts w:ascii="Open Sans" w:hAnsi="Open Sans" w:cs="Open Sans"/>
          <w:kern w:val="1"/>
          <w:sz w:val="22"/>
          <w:szCs w:val="22"/>
          <w:lang w:eastAsia="hi-IN" w:bidi="hi-IN"/>
        </w:rPr>
      </w:pPr>
      <w:r w:rsidRPr="00697A30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Ruolo </w:t>
      </w:r>
      <w:sdt>
        <w:sdtPr>
          <w:rPr>
            <w:rFonts w:ascii="Open Sans" w:eastAsia="SimSun" w:hAnsi="Open Sans" w:cs="Open Sans"/>
            <w:i/>
            <w:iCs/>
            <w:kern w:val="1"/>
            <w:sz w:val="24"/>
            <w:szCs w:val="24"/>
            <w:u w:val="single"/>
            <w:lang w:eastAsia="hi-IN" w:bidi="hi-IN"/>
          </w:rPr>
          <w:id w:val="-310631543"/>
          <w:placeholder>
            <w:docPart w:val="78ED75E4E9664C91BA33AF28E13F8DB9"/>
          </w:placeholder>
          <w:text/>
        </w:sdtPr>
        <w:sdtEndPr/>
        <w:sdtContent>
          <w:r w:rsidRPr="00733EBF">
            <w:rPr>
              <w:rFonts w:ascii="Open Sans" w:eastAsia="SimSun" w:hAnsi="Open Sans" w:cs="Open Sans"/>
              <w:i/>
              <w:iCs/>
              <w:kern w:val="1"/>
              <w:sz w:val="24"/>
              <w:szCs w:val="24"/>
              <w:u w:val="single"/>
              <w:lang w:eastAsia="hi-IN" w:bidi="hi-IN"/>
            </w:rPr>
            <w:t xml:space="preserve">Indicare qui il ruolo ricoperto per L’Operatore Economico </w:t>
          </w:r>
          <w:r>
            <w:rPr>
              <w:rFonts w:ascii="Open Sans" w:eastAsia="SimSun" w:hAnsi="Open Sans" w:cs="Open Sans"/>
              <w:i/>
              <w:iCs/>
              <w:kern w:val="1"/>
              <w:sz w:val="24"/>
              <w:szCs w:val="24"/>
              <w:u w:val="single"/>
              <w:lang w:eastAsia="hi-IN" w:bidi="hi-IN"/>
            </w:rPr>
            <w:t>r</w:t>
          </w:r>
          <w:r w:rsidRPr="00733EBF">
            <w:rPr>
              <w:rFonts w:ascii="Open Sans" w:eastAsia="SimSun" w:hAnsi="Open Sans" w:cs="Open Sans"/>
              <w:i/>
              <w:iCs/>
              <w:kern w:val="1"/>
              <w:sz w:val="24"/>
              <w:szCs w:val="24"/>
              <w:u w:val="single"/>
              <w:lang w:eastAsia="hi-IN" w:bidi="hi-IN"/>
            </w:rPr>
            <w:t>appresentato</w:t>
          </w:r>
        </w:sdtContent>
      </w:sdt>
    </w:p>
    <w:p w14:paraId="34B39695" w14:textId="2D7954F9" w:rsidR="006D2140" w:rsidRPr="004774DE" w:rsidRDefault="006D2140" w:rsidP="00ED1E0D">
      <w:pPr>
        <w:pStyle w:val="Paragrafoelenco"/>
        <w:suppressLineNumbers/>
        <w:autoSpaceDN/>
        <w:spacing w:line="360" w:lineRule="auto"/>
        <w:ind w:left="1440"/>
        <w:jc w:val="both"/>
        <w:textAlignment w:val="auto"/>
        <w:rPr>
          <w:rFonts w:ascii="Open Sans" w:eastAsia="SimSun" w:hAnsi="Open Sans" w:cs="Open Sans"/>
          <w:i/>
          <w:iCs/>
          <w:kern w:val="1"/>
          <w:sz w:val="24"/>
          <w:szCs w:val="24"/>
          <w:u w:val="single"/>
          <w:lang w:eastAsia="hi-IN" w:bidi="hi-IN"/>
        </w:rPr>
      </w:pPr>
    </w:p>
    <w:p w14:paraId="0FE0A9AD" w14:textId="77777777" w:rsidR="00ED1E0D" w:rsidRPr="00697A30" w:rsidRDefault="00ED1E0D" w:rsidP="00ED1E0D">
      <w:pPr>
        <w:pStyle w:val="Paragrafoelenco"/>
        <w:numPr>
          <w:ilvl w:val="0"/>
          <w:numId w:val="10"/>
        </w:numPr>
        <w:suppressLineNumbers/>
        <w:autoSpaceDN/>
        <w:spacing w:line="360" w:lineRule="auto"/>
        <w:textAlignment w:val="auto"/>
        <w:rPr>
          <w:rFonts w:ascii="Open Sans" w:hAnsi="Open Sans" w:cs="Open Sans"/>
          <w:kern w:val="1"/>
          <w:sz w:val="22"/>
          <w:szCs w:val="22"/>
          <w:lang w:eastAsia="hi-IN" w:bidi="hi-IN"/>
        </w:rPr>
      </w:pPr>
      <w:r w:rsidRPr="00697A30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Sig./Sig.ra </w:t>
      </w:r>
      <w:sdt>
        <w:sdtPr>
          <w:rPr>
            <w:rFonts w:ascii="Perpetua Titling MT" w:hAnsi="Perpetua Titling MT" w:cs="Open Sans"/>
            <w:kern w:val="1"/>
            <w:sz w:val="22"/>
            <w:szCs w:val="22"/>
            <w:lang w:eastAsia="hi-IN" w:bidi="hi-IN"/>
          </w:rPr>
          <w:id w:val="-1141582115"/>
          <w:placeholder>
            <w:docPart w:val="B1B39F75269447D99C6EFBD5C3CBF61F"/>
          </w:placeholder>
          <w:text/>
        </w:sdtPr>
        <w:sdtEndPr/>
        <w:sdtContent>
          <w:r w:rsidRPr="00B24514">
            <w:rPr>
              <w:rFonts w:ascii="Perpetua Titling MT" w:hAnsi="Perpetua Titling MT" w:cs="Open Sans"/>
              <w:kern w:val="1"/>
              <w:sz w:val="22"/>
              <w:szCs w:val="22"/>
              <w:lang w:eastAsia="hi-IN" w:bidi="hi-IN"/>
            </w:rPr>
            <w:t>______________________________________________________________________</w:t>
          </w:r>
        </w:sdtContent>
      </w:sdt>
      <w:r w:rsidRPr="00697A30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, </w:t>
      </w:r>
    </w:p>
    <w:p w14:paraId="38D9F8A9" w14:textId="77777777" w:rsidR="00ED1E0D" w:rsidRPr="00697A30" w:rsidRDefault="00ED1E0D" w:rsidP="00ED1E0D">
      <w:pPr>
        <w:pStyle w:val="Paragrafoelenco"/>
        <w:suppressLineNumbers/>
        <w:autoSpaceDN/>
        <w:spacing w:line="360" w:lineRule="auto"/>
        <w:textAlignment w:val="auto"/>
        <w:rPr>
          <w:rFonts w:ascii="Open Sans" w:hAnsi="Open Sans" w:cs="Open Sans"/>
          <w:kern w:val="1"/>
          <w:sz w:val="22"/>
          <w:szCs w:val="22"/>
          <w:lang w:eastAsia="hi-IN" w:bidi="hi-IN"/>
        </w:rPr>
      </w:pPr>
      <w:r w:rsidRPr="00697A30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luogo e data di nascita </w:t>
      </w:r>
      <w:sdt>
        <w:sdtPr>
          <w:rPr>
            <w:rFonts w:ascii="Perpetua Titling MT" w:hAnsi="Perpetua Titling MT" w:cs="Open Sans"/>
            <w:kern w:val="1"/>
            <w:sz w:val="22"/>
            <w:szCs w:val="22"/>
            <w:lang w:eastAsia="hi-IN" w:bidi="hi-IN"/>
          </w:rPr>
          <w:id w:val="1085503054"/>
          <w:placeholder>
            <w:docPart w:val="3BB6EA9841814AF4B823387F5E6679D6"/>
          </w:placeholder>
          <w:text/>
        </w:sdtPr>
        <w:sdtEndPr/>
        <w:sdtContent>
          <w:r w:rsidRPr="00B24514">
            <w:rPr>
              <w:rFonts w:ascii="Perpetua Titling MT" w:hAnsi="Perpetua Titling MT" w:cs="Open Sans"/>
              <w:kern w:val="1"/>
              <w:sz w:val="22"/>
              <w:szCs w:val="22"/>
              <w:lang w:eastAsia="hi-IN" w:bidi="hi-IN"/>
            </w:rPr>
            <w:t>___________________________________________________________</w:t>
          </w:r>
        </w:sdtContent>
      </w:sdt>
      <w:r w:rsidRPr="00697A30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,       </w:t>
      </w:r>
    </w:p>
    <w:p w14:paraId="1D2548AF" w14:textId="77777777" w:rsidR="00ED1E0D" w:rsidRPr="00ED1E0D" w:rsidRDefault="00ED1E0D" w:rsidP="00ED1E0D">
      <w:pPr>
        <w:pStyle w:val="Paragrafoelenco"/>
        <w:suppressLineNumbers/>
        <w:autoSpaceDN/>
        <w:spacing w:line="360" w:lineRule="auto"/>
        <w:textAlignment w:val="auto"/>
        <w:rPr>
          <w:rFonts w:ascii="Open Sans" w:hAnsi="Open Sans" w:cs="Open Sans"/>
          <w:kern w:val="1"/>
          <w:sz w:val="22"/>
          <w:szCs w:val="22"/>
          <w:lang w:eastAsia="hi-IN" w:bidi="hi-IN"/>
        </w:rPr>
      </w:pPr>
      <w:r w:rsidRPr="00697A30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CF  </w:t>
      </w:r>
      <w:r w:rsidRPr="00B24514">
        <w:rPr>
          <w:rFonts w:ascii="Perpetua Titling MT" w:hAnsi="Perpetua Titling MT" w:cs="Open Sans"/>
          <w:kern w:val="1"/>
          <w:sz w:val="22"/>
          <w:szCs w:val="22"/>
          <w:lang w:eastAsia="hi-IN" w:bidi="hi-IN"/>
        </w:rPr>
        <w:t>___________________________,</w:t>
      </w:r>
      <w:r>
        <w:rPr>
          <w:rFonts w:ascii="Perpetua Titling MT" w:hAnsi="Perpetua Titling MT" w:cs="Open Sans"/>
          <w:kern w:val="1"/>
          <w:sz w:val="22"/>
          <w:szCs w:val="22"/>
          <w:lang w:eastAsia="hi-IN" w:bidi="hi-IN"/>
        </w:rPr>
        <w:t xml:space="preserve">  </w:t>
      </w:r>
      <w:r w:rsidRPr="00ED1E0D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residenza </w:t>
      </w:r>
      <w:sdt>
        <w:sdtPr>
          <w:rPr>
            <w:rFonts w:ascii="Perpetua Titling MT" w:hAnsi="Perpetua Titling MT" w:cs="Open Sans"/>
            <w:kern w:val="1"/>
            <w:sz w:val="22"/>
            <w:szCs w:val="22"/>
            <w:lang w:eastAsia="hi-IN" w:bidi="hi-IN"/>
          </w:rPr>
          <w:id w:val="-488787866"/>
          <w:placeholder>
            <w:docPart w:val="FA739E82ABFD43ECAEC5C47253063042"/>
          </w:placeholder>
          <w:text/>
        </w:sdtPr>
        <w:sdtEndPr/>
        <w:sdtContent>
          <w:r>
            <w:rPr>
              <w:rFonts w:ascii="Perpetua Titling MT" w:hAnsi="Perpetua Titling MT" w:cs="Open Sans"/>
              <w:kern w:val="1"/>
              <w:sz w:val="22"/>
              <w:szCs w:val="22"/>
              <w:lang w:eastAsia="hi-IN" w:bidi="hi-IN"/>
            </w:rPr>
            <w:t>_______________________________________</w:t>
          </w:r>
        </w:sdtContent>
      </w:sdt>
      <w:r w:rsidRPr="00ED1E0D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, </w:t>
      </w:r>
    </w:p>
    <w:p w14:paraId="3A621A85" w14:textId="77777777" w:rsidR="00ED1E0D" w:rsidRPr="00ED1E0D" w:rsidRDefault="00ED1E0D" w:rsidP="00ED1E0D">
      <w:pPr>
        <w:pStyle w:val="Paragrafoelenco"/>
        <w:numPr>
          <w:ilvl w:val="0"/>
          <w:numId w:val="11"/>
        </w:numPr>
        <w:suppressLineNumbers/>
        <w:autoSpaceDN/>
        <w:spacing w:line="360" w:lineRule="auto"/>
        <w:ind w:left="851" w:hanging="284"/>
        <w:textAlignment w:val="auto"/>
        <w:rPr>
          <w:rFonts w:ascii="Open Sans" w:hAnsi="Open Sans" w:cs="Open Sans"/>
          <w:kern w:val="1"/>
          <w:sz w:val="22"/>
          <w:szCs w:val="22"/>
          <w:lang w:eastAsia="hi-IN" w:bidi="hi-IN"/>
        </w:rPr>
      </w:pPr>
      <w:r w:rsidRPr="00697A30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Ruolo </w:t>
      </w:r>
      <w:sdt>
        <w:sdtPr>
          <w:rPr>
            <w:rFonts w:ascii="Open Sans" w:eastAsia="SimSun" w:hAnsi="Open Sans" w:cs="Open Sans"/>
            <w:i/>
            <w:iCs/>
            <w:kern w:val="1"/>
            <w:sz w:val="24"/>
            <w:szCs w:val="24"/>
            <w:u w:val="single"/>
            <w:lang w:eastAsia="hi-IN" w:bidi="hi-IN"/>
          </w:rPr>
          <w:id w:val="-1961408254"/>
          <w:placeholder>
            <w:docPart w:val="B2E520C5FFC143B7B36B34CC1E5040E2"/>
          </w:placeholder>
          <w:text/>
        </w:sdtPr>
        <w:sdtEndPr/>
        <w:sdtContent>
          <w:r w:rsidRPr="00733EBF">
            <w:rPr>
              <w:rFonts w:ascii="Open Sans" w:eastAsia="SimSun" w:hAnsi="Open Sans" w:cs="Open Sans"/>
              <w:i/>
              <w:iCs/>
              <w:kern w:val="1"/>
              <w:sz w:val="24"/>
              <w:szCs w:val="24"/>
              <w:u w:val="single"/>
              <w:lang w:eastAsia="hi-IN" w:bidi="hi-IN"/>
            </w:rPr>
            <w:t xml:space="preserve">Indicare qui il ruolo ricoperto per L’Operatore Economico </w:t>
          </w:r>
          <w:r>
            <w:rPr>
              <w:rFonts w:ascii="Open Sans" w:eastAsia="SimSun" w:hAnsi="Open Sans" w:cs="Open Sans"/>
              <w:i/>
              <w:iCs/>
              <w:kern w:val="1"/>
              <w:sz w:val="24"/>
              <w:szCs w:val="24"/>
              <w:u w:val="single"/>
              <w:lang w:eastAsia="hi-IN" w:bidi="hi-IN"/>
            </w:rPr>
            <w:t>r</w:t>
          </w:r>
          <w:r w:rsidRPr="00733EBF">
            <w:rPr>
              <w:rFonts w:ascii="Open Sans" w:eastAsia="SimSun" w:hAnsi="Open Sans" w:cs="Open Sans"/>
              <w:i/>
              <w:iCs/>
              <w:kern w:val="1"/>
              <w:sz w:val="24"/>
              <w:szCs w:val="24"/>
              <w:u w:val="single"/>
              <w:lang w:eastAsia="hi-IN" w:bidi="hi-IN"/>
            </w:rPr>
            <w:t>appresentato</w:t>
          </w:r>
        </w:sdtContent>
      </w:sdt>
    </w:p>
    <w:p w14:paraId="6615389D" w14:textId="77777777" w:rsidR="00ED1E0D" w:rsidRDefault="00ED1E0D" w:rsidP="00273841">
      <w:pPr>
        <w:pStyle w:val="Paragrafoelenco"/>
        <w:suppressLineNumbers/>
        <w:autoSpaceDN/>
        <w:spacing w:line="360" w:lineRule="auto"/>
        <w:ind w:left="851"/>
        <w:textAlignment w:val="auto"/>
        <w:rPr>
          <w:rFonts w:ascii="Open Sans" w:hAnsi="Open Sans" w:cs="Open Sans"/>
          <w:kern w:val="1"/>
          <w:sz w:val="22"/>
          <w:szCs w:val="22"/>
          <w:lang w:eastAsia="hi-IN" w:bidi="hi-IN"/>
        </w:rPr>
      </w:pPr>
    </w:p>
    <w:p w14:paraId="38069E90" w14:textId="77777777" w:rsidR="00273841" w:rsidRPr="00697A30" w:rsidRDefault="00273841" w:rsidP="00273841">
      <w:pPr>
        <w:pStyle w:val="Paragrafoelenco"/>
        <w:numPr>
          <w:ilvl w:val="0"/>
          <w:numId w:val="10"/>
        </w:numPr>
        <w:suppressLineNumbers/>
        <w:autoSpaceDN/>
        <w:spacing w:line="360" w:lineRule="auto"/>
        <w:textAlignment w:val="auto"/>
        <w:rPr>
          <w:rFonts w:ascii="Open Sans" w:hAnsi="Open Sans" w:cs="Open Sans"/>
          <w:kern w:val="1"/>
          <w:sz w:val="22"/>
          <w:szCs w:val="22"/>
          <w:lang w:eastAsia="hi-IN" w:bidi="hi-IN"/>
        </w:rPr>
      </w:pPr>
      <w:r w:rsidRPr="00697A30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Sig./Sig.ra </w:t>
      </w:r>
      <w:sdt>
        <w:sdtPr>
          <w:rPr>
            <w:rFonts w:ascii="Perpetua Titling MT" w:hAnsi="Perpetua Titling MT" w:cs="Open Sans"/>
            <w:kern w:val="1"/>
            <w:sz w:val="22"/>
            <w:szCs w:val="22"/>
            <w:lang w:eastAsia="hi-IN" w:bidi="hi-IN"/>
          </w:rPr>
          <w:id w:val="884614488"/>
          <w:placeholder>
            <w:docPart w:val="8325E2C5E8C04FFA92CD4DB812D90422"/>
          </w:placeholder>
          <w:text/>
        </w:sdtPr>
        <w:sdtEndPr/>
        <w:sdtContent>
          <w:r w:rsidRPr="00B24514">
            <w:rPr>
              <w:rFonts w:ascii="Perpetua Titling MT" w:hAnsi="Perpetua Titling MT" w:cs="Open Sans"/>
              <w:kern w:val="1"/>
              <w:sz w:val="22"/>
              <w:szCs w:val="22"/>
              <w:lang w:eastAsia="hi-IN" w:bidi="hi-IN"/>
            </w:rPr>
            <w:t>______________________________________________________________________</w:t>
          </w:r>
        </w:sdtContent>
      </w:sdt>
      <w:r w:rsidRPr="00697A30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, </w:t>
      </w:r>
    </w:p>
    <w:p w14:paraId="70FDD19A" w14:textId="77777777" w:rsidR="00273841" w:rsidRPr="00697A30" w:rsidRDefault="00273841" w:rsidP="00273841">
      <w:pPr>
        <w:pStyle w:val="Paragrafoelenco"/>
        <w:suppressLineNumbers/>
        <w:autoSpaceDN/>
        <w:spacing w:line="360" w:lineRule="auto"/>
        <w:textAlignment w:val="auto"/>
        <w:rPr>
          <w:rFonts w:ascii="Open Sans" w:hAnsi="Open Sans" w:cs="Open Sans"/>
          <w:kern w:val="1"/>
          <w:sz w:val="22"/>
          <w:szCs w:val="22"/>
          <w:lang w:eastAsia="hi-IN" w:bidi="hi-IN"/>
        </w:rPr>
      </w:pPr>
      <w:r w:rsidRPr="00697A30">
        <w:rPr>
          <w:rFonts w:ascii="Open Sans" w:hAnsi="Open Sans" w:cs="Open Sans"/>
          <w:kern w:val="1"/>
          <w:sz w:val="22"/>
          <w:szCs w:val="22"/>
          <w:lang w:eastAsia="hi-IN" w:bidi="hi-IN"/>
        </w:rPr>
        <w:lastRenderedPageBreak/>
        <w:t xml:space="preserve">luogo e data di nascita </w:t>
      </w:r>
      <w:sdt>
        <w:sdtPr>
          <w:rPr>
            <w:rFonts w:ascii="Perpetua Titling MT" w:hAnsi="Perpetua Titling MT" w:cs="Open Sans"/>
            <w:kern w:val="1"/>
            <w:sz w:val="22"/>
            <w:szCs w:val="22"/>
            <w:lang w:eastAsia="hi-IN" w:bidi="hi-IN"/>
          </w:rPr>
          <w:id w:val="-232087487"/>
          <w:placeholder>
            <w:docPart w:val="08FED7903330445885C44A01B20BD403"/>
          </w:placeholder>
          <w:text/>
        </w:sdtPr>
        <w:sdtEndPr/>
        <w:sdtContent>
          <w:r w:rsidRPr="00B24514">
            <w:rPr>
              <w:rFonts w:ascii="Perpetua Titling MT" w:hAnsi="Perpetua Titling MT" w:cs="Open Sans"/>
              <w:kern w:val="1"/>
              <w:sz w:val="22"/>
              <w:szCs w:val="22"/>
              <w:lang w:eastAsia="hi-IN" w:bidi="hi-IN"/>
            </w:rPr>
            <w:t>___________________________________________________________</w:t>
          </w:r>
        </w:sdtContent>
      </w:sdt>
      <w:r w:rsidRPr="00697A30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,       </w:t>
      </w:r>
    </w:p>
    <w:p w14:paraId="545EF23C" w14:textId="77777777" w:rsidR="00273841" w:rsidRPr="00ED1E0D" w:rsidRDefault="00273841" w:rsidP="00273841">
      <w:pPr>
        <w:pStyle w:val="Paragrafoelenco"/>
        <w:suppressLineNumbers/>
        <w:autoSpaceDN/>
        <w:spacing w:line="360" w:lineRule="auto"/>
        <w:textAlignment w:val="auto"/>
        <w:rPr>
          <w:rFonts w:ascii="Open Sans" w:hAnsi="Open Sans" w:cs="Open Sans"/>
          <w:kern w:val="1"/>
          <w:sz w:val="22"/>
          <w:szCs w:val="22"/>
          <w:lang w:eastAsia="hi-IN" w:bidi="hi-IN"/>
        </w:rPr>
      </w:pPr>
      <w:r w:rsidRPr="00697A30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CF  </w:t>
      </w:r>
      <w:r w:rsidRPr="00B24514">
        <w:rPr>
          <w:rFonts w:ascii="Perpetua Titling MT" w:hAnsi="Perpetua Titling MT" w:cs="Open Sans"/>
          <w:kern w:val="1"/>
          <w:sz w:val="22"/>
          <w:szCs w:val="22"/>
          <w:lang w:eastAsia="hi-IN" w:bidi="hi-IN"/>
        </w:rPr>
        <w:t>___________________________,</w:t>
      </w:r>
      <w:r>
        <w:rPr>
          <w:rFonts w:ascii="Perpetua Titling MT" w:hAnsi="Perpetua Titling MT" w:cs="Open Sans"/>
          <w:kern w:val="1"/>
          <w:sz w:val="22"/>
          <w:szCs w:val="22"/>
          <w:lang w:eastAsia="hi-IN" w:bidi="hi-IN"/>
        </w:rPr>
        <w:t xml:space="preserve">  </w:t>
      </w:r>
      <w:r w:rsidRPr="00ED1E0D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residenza </w:t>
      </w:r>
      <w:sdt>
        <w:sdtPr>
          <w:rPr>
            <w:rFonts w:ascii="Perpetua Titling MT" w:hAnsi="Perpetua Titling MT" w:cs="Open Sans"/>
            <w:kern w:val="1"/>
            <w:sz w:val="22"/>
            <w:szCs w:val="22"/>
            <w:lang w:eastAsia="hi-IN" w:bidi="hi-IN"/>
          </w:rPr>
          <w:id w:val="1355539143"/>
          <w:placeholder>
            <w:docPart w:val="D7A1183A43D949E3B0F5D4C2699D8BC7"/>
          </w:placeholder>
          <w:text/>
        </w:sdtPr>
        <w:sdtEndPr/>
        <w:sdtContent>
          <w:r>
            <w:rPr>
              <w:rFonts w:ascii="Perpetua Titling MT" w:hAnsi="Perpetua Titling MT" w:cs="Open Sans"/>
              <w:kern w:val="1"/>
              <w:sz w:val="22"/>
              <w:szCs w:val="22"/>
              <w:lang w:eastAsia="hi-IN" w:bidi="hi-IN"/>
            </w:rPr>
            <w:t>_______________________________________</w:t>
          </w:r>
        </w:sdtContent>
      </w:sdt>
      <w:r w:rsidRPr="00ED1E0D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, </w:t>
      </w:r>
    </w:p>
    <w:p w14:paraId="597FDA36" w14:textId="77777777" w:rsidR="00273841" w:rsidRPr="00273841" w:rsidRDefault="00273841" w:rsidP="00273841">
      <w:pPr>
        <w:pStyle w:val="Paragrafoelenco"/>
        <w:numPr>
          <w:ilvl w:val="0"/>
          <w:numId w:val="11"/>
        </w:numPr>
        <w:suppressLineNumbers/>
        <w:autoSpaceDN/>
        <w:spacing w:line="360" w:lineRule="auto"/>
        <w:ind w:left="851" w:hanging="284"/>
        <w:textAlignment w:val="auto"/>
        <w:rPr>
          <w:rFonts w:ascii="Open Sans" w:hAnsi="Open Sans" w:cs="Open Sans"/>
          <w:kern w:val="1"/>
          <w:sz w:val="22"/>
          <w:szCs w:val="22"/>
          <w:lang w:eastAsia="hi-IN" w:bidi="hi-IN"/>
        </w:rPr>
      </w:pPr>
      <w:r w:rsidRPr="00697A30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Ruolo </w:t>
      </w:r>
      <w:sdt>
        <w:sdtPr>
          <w:rPr>
            <w:rFonts w:ascii="Open Sans" w:eastAsia="SimSun" w:hAnsi="Open Sans" w:cs="Open Sans"/>
            <w:i/>
            <w:iCs/>
            <w:kern w:val="1"/>
            <w:sz w:val="24"/>
            <w:szCs w:val="24"/>
            <w:u w:val="single"/>
            <w:lang w:eastAsia="hi-IN" w:bidi="hi-IN"/>
          </w:rPr>
          <w:id w:val="1774981503"/>
          <w:placeholder>
            <w:docPart w:val="48C583650BDA4E76AF85EB6D7385561E"/>
          </w:placeholder>
          <w:text/>
        </w:sdtPr>
        <w:sdtEndPr/>
        <w:sdtContent>
          <w:r w:rsidRPr="00733EBF">
            <w:rPr>
              <w:rFonts w:ascii="Open Sans" w:eastAsia="SimSun" w:hAnsi="Open Sans" w:cs="Open Sans"/>
              <w:i/>
              <w:iCs/>
              <w:kern w:val="1"/>
              <w:sz w:val="24"/>
              <w:szCs w:val="24"/>
              <w:u w:val="single"/>
              <w:lang w:eastAsia="hi-IN" w:bidi="hi-IN"/>
            </w:rPr>
            <w:t xml:space="preserve">Indicare qui il ruolo ricoperto per L’Operatore Economico </w:t>
          </w:r>
          <w:r>
            <w:rPr>
              <w:rFonts w:ascii="Open Sans" w:eastAsia="SimSun" w:hAnsi="Open Sans" w:cs="Open Sans"/>
              <w:i/>
              <w:iCs/>
              <w:kern w:val="1"/>
              <w:sz w:val="24"/>
              <w:szCs w:val="24"/>
              <w:u w:val="single"/>
              <w:lang w:eastAsia="hi-IN" w:bidi="hi-IN"/>
            </w:rPr>
            <w:t>r</w:t>
          </w:r>
          <w:r w:rsidRPr="00733EBF">
            <w:rPr>
              <w:rFonts w:ascii="Open Sans" w:eastAsia="SimSun" w:hAnsi="Open Sans" w:cs="Open Sans"/>
              <w:i/>
              <w:iCs/>
              <w:kern w:val="1"/>
              <w:sz w:val="24"/>
              <w:szCs w:val="24"/>
              <w:u w:val="single"/>
              <w:lang w:eastAsia="hi-IN" w:bidi="hi-IN"/>
            </w:rPr>
            <w:t>appresentato</w:t>
          </w:r>
        </w:sdtContent>
      </w:sdt>
    </w:p>
    <w:p w14:paraId="57B308E6" w14:textId="77777777" w:rsidR="00273841" w:rsidRDefault="00273841" w:rsidP="00273841">
      <w:pPr>
        <w:suppressLineNumbers/>
        <w:autoSpaceDN/>
        <w:spacing w:line="360" w:lineRule="auto"/>
        <w:textAlignment w:val="auto"/>
        <w:rPr>
          <w:rFonts w:ascii="Open Sans" w:hAnsi="Open Sans" w:cs="Open Sans"/>
          <w:kern w:val="1"/>
          <w:sz w:val="22"/>
          <w:szCs w:val="22"/>
          <w:lang w:eastAsia="hi-IN" w:bidi="hi-IN"/>
        </w:rPr>
      </w:pPr>
    </w:p>
    <w:p w14:paraId="07E72FA3" w14:textId="77777777" w:rsidR="003527B0" w:rsidRPr="00697A30" w:rsidRDefault="003527B0" w:rsidP="003527B0">
      <w:pPr>
        <w:pStyle w:val="Paragrafoelenco"/>
        <w:numPr>
          <w:ilvl w:val="0"/>
          <w:numId w:val="10"/>
        </w:numPr>
        <w:suppressLineNumbers/>
        <w:autoSpaceDN/>
        <w:spacing w:line="360" w:lineRule="auto"/>
        <w:textAlignment w:val="auto"/>
        <w:rPr>
          <w:rFonts w:ascii="Open Sans" w:hAnsi="Open Sans" w:cs="Open Sans"/>
          <w:kern w:val="1"/>
          <w:sz w:val="22"/>
          <w:szCs w:val="22"/>
          <w:lang w:eastAsia="hi-IN" w:bidi="hi-IN"/>
        </w:rPr>
      </w:pPr>
      <w:r w:rsidRPr="00697A30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Sig./Sig.ra </w:t>
      </w:r>
      <w:sdt>
        <w:sdtPr>
          <w:rPr>
            <w:rFonts w:ascii="Perpetua Titling MT" w:hAnsi="Perpetua Titling MT" w:cs="Open Sans"/>
            <w:kern w:val="1"/>
            <w:sz w:val="22"/>
            <w:szCs w:val="22"/>
            <w:lang w:eastAsia="hi-IN" w:bidi="hi-IN"/>
          </w:rPr>
          <w:id w:val="-2065172827"/>
          <w:placeholder>
            <w:docPart w:val="32ED7290D6484FDF803F2AE9A44551F1"/>
          </w:placeholder>
          <w:text/>
        </w:sdtPr>
        <w:sdtEndPr/>
        <w:sdtContent>
          <w:r w:rsidRPr="00B24514">
            <w:rPr>
              <w:rFonts w:ascii="Perpetua Titling MT" w:hAnsi="Perpetua Titling MT" w:cs="Open Sans"/>
              <w:kern w:val="1"/>
              <w:sz w:val="22"/>
              <w:szCs w:val="22"/>
              <w:lang w:eastAsia="hi-IN" w:bidi="hi-IN"/>
            </w:rPr>
            <w:t>______________________________________________________________________</w:t>
          </w:r>
        </w:sdtContent>
      </w:sdt>
      <w:r w:rsidRPr="00697A30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, </w:t>
      </w:r>
    </w:p>
    <w:p w14:paraId="4B1B3424" w14:textId="77777777" w:rsidR="003527B0" w:rsidRPr="00697A30" w:rsidRDefault="003527B0" w:rsidP="003527B0">
      <w:pPr>
        <w:pStyle w:val="Paragrafoelenco"/>
        <w:suppressLineNumbers/>
        <w:autoSpaceDN/>
        <w:spacing w:line="360" w:lineRule="auto"/>
        <w:textAlignment w:val="auto"/>
        <w:rPr>
          <w:rFonts w:ascii="Open Sans" w:hAnsi="Open Sans" w:cs="Open Sans"/>
          <w:kern w:val="1"/>
          <w:sz w:val="22"/>
          <w:szCs w:val="22"/>
          <w:lang w:eastAsia="hi-IN" w:bidi="hi-IN"/>
        </w:rPr>
      </w:pPr>
      <w:r w:rsidRPr="00697A30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luogo e data di nascita </w:t>
      </w:r>
      <w:sdt>
        <w:sdtPr>
          <w:rPr>
            <w:rFonts w:ascii="Perpetua Titling MT" w:hAnsi="Perpetua Titling MT" w:cs="Open Sans"/>
            <w:kern w:val="1"/>
            <w:sz w:val="22"/>
            <w:szCs w:val="22"/>
            <w:lang w:eastAsia="hi-IN" w:bidi="hi-IN"/>
          </w:rPr>
          <w:id w:val="-1827580669"/>
          <w:placeholder>
            <w:docPart w:val="238BD55DB1A34601BEA40FCDCB23E7DB"/>
          </w:placeholder>
          <w:text/>
        </w:sdtPr>
        <w:sdtEndPr/>
        <w:sdtContent>
          <w:r w:rsidRPr="00B24514">
            <w:rPr>
              <w:rFonts w:ascii="Perpetua Titling MT" w:hAnsi="Perpetua Titling MT" w:cs="Open Sans"/>
              <w:kern w:val="1"/>
              <w:sz w:val="22"/>
              <w:szCs w:val="22"/>
              <w:lang w:eastAsia="hi-IN" w:bidi="hi-IN"/>
            </w:rPr>
            <w:t>___________________________________________________________</w:t>
          </w:r>
        </w:sdtContent>
      </w:sdt>
      <w:r w:rsidRPr="00697A30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,       </w:t>
      </w:r>
    </w:p>
    <w:p w14:paraId="6DAC1E32" w14:textId="77777777" w:rsidR="003527B0" w:rsidRPr="00ED1E0D" w:rsidRDefault="003527B0" w:rsidP="003527B0">
      <w:pPr>
        <w:pStyle w:val="Paragrafoelenco"/>
        <w:suppressLineNumbers/>
        <w:autoSpaceDN/>
        <w:spacing w:line="360" w:lineRule="auto"/>
        <w:textAlignment w:val="auto"/>
        <w:rPr>
          <w:rFonts w:ascii="Open Sans" w:hAnsi="Open Sans" w:cs="Open Sans"/>
          <w:kern w:val="1"/>
          <w:sz w:val="22"/>
          <w:szCs w:val="22"/>
          <w:lang w:eastAsia="hi-IN" w:bidi="hi-IN"/>
        </w:rPr>
      </w:pPr>
      <w:r w:rsidRPr="00697A30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CF  </w:t>
      </w:r>
      <w:r w:rsidRPr="00B24514">
        <w:rPr>
          <w:rFonts w:ascii="Perpetua Titling MT" w:hAnsi="Perpetua Titling MT" w:cs="Open Sans"/>
          <w:kern w:val="1"/>
          <w:sz w:val="22"/>
          <w:szCs w:val="22"/>
          <w:lang w:eastAsia="hi-IN" w:bidi="hi-IN"/>
        </w:rPr>
        <w:t>___________________________,</w:t>
      </w:r>
      <w:r>
        <w:rPr>
          <w:rFonts w:ascii="Perpetua Titling MT" w:hAnsi="Perpetua Titling MT" w:cs="Open Sans"/>
          <w:kern w:val="1"/>
          <w:sz w:val="22"/>
          <w:szCs w:val="22"/>
          <w:lang w:eastAsia="hi-IN" w:bidi="hi-IN"/>
        </w:rPr>
        <w:t xml:space="preserve">  </w:t>
      </w:r>
      <w:r w:rsidRPr="00ED1E0D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residenza </w:t>
      </w:r>
      <w:sdt>
        <w:sdtPr>
          <w:rPr>
            <w:rFonts w:ascii="Perpetua Titling MT" w:hAnsi="Perpetua Titling MT" w:cs="Open Sans"/>
            <w:kern w:val="1"/>
            <w:sz w:val="22"/>
            <w:szCs w:val="22"/>
            <w:lang w:eastAsia="hi-IN" w:bidi="hi-IN"/>
          </w:rPr>
          <w:id w:val="-1544754570"/>
          <w:placeholder>
            <w:docPart w:val="466E95A5CEA84F98BF734D6895F361E2"/>
          </w:placeholder>
          <w:text/>
        </w:sdtPr>
        <w:sdtEndPr/>
        <w:sdtContent>
          <w:r>
            <w:rPr>
              <w:rFonts w:ascii="Perpetua Titling MT" w:hAnsi="Perpetua Titling MT" w:cs="Open Sans"/>
              <w:kern w:val="1"/>
              <w:sz w:val="22"/>
              <w:szCs w:val="22"/>
              <w:lang w:eastAsia="hi-IN" w:bidi="hi-IN"/>
            </w:rPr>
            <w:t>_______________________________________</w:t>
          </w:r>
        </w:sdtContent>
      </w:sdt>
      <w:r w:rsidRPr="00ED1E0D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, </w:t>
      </w:r>
    </w:p>
    <w:p w14:paraId="7F0F4B30" w14:textId="77777777" w:rsidR="003527B0" w:rsidRPr="00ED1E0D" w:rsidRDefault="003527B0" w:rsidP="003527B0">
      <w:pPr>
        <w:pStyle w:val="Paragrafoelenco"/>
        <w:numPr>
          <w:ilvl w:val="0"/>
          <w:numId w:val="11"/>
        </w:numPr>
        <w:suppressLineNumbers/>
        <w:autoSpaceDN/>
        <w:spacing w:line="360" w:lineRule="auto"/>
        <w:ind w:left="851" w:hanging="284"/>
        <w:textAlignment w:val="auto"/>
        <w:rPr>
          <w:rFonts w:ascii="Open Sans" w:hAnsi="Open Sans" w:cs="Open Sans"/>
          <w:kern w:val="1"/>
          <w:sz w:val="22"/>
          <w:szCs w:val="22"/>
          <w:lang w:eastAsia="hi-IN" w:bidi="hi-IN"/>
        </w:rPr>
      </w:pPr>
      <w:r w:rsidRPr="00697A30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Ruolo </w:t>
      </w:r>
      <w:sdt>
        <w:sdtPr>
          <w:rPr>
            <w:rFonts w:ascii="Open Sans" w:eastAsia="SimSun" w:hAnsi="Open Sans" w:cs="Open Sans"/>
            <w:i/>
            <w:iCs/>
            <w:kern w:val="1"/>
            <w:sz w:val="24"/>
            <w:szCs w:val="24"/>
            <w:u w:val="single"/>
            <w:lang w:eastAsia="hi-IN" w:bidi="hi-IN"/>
          </w:rPr>
          <w:id w:val="173234828"/>
          <w:placeholder>
            <w:docPart w:val="1F1A118B2C2C43C39F4FC096E9CD8DDE"/>
          </w:placeholder>
          <w:text/>
        </w:sdtPr>
        <w:sdtEndPr/>
        <w:sdtContent>
          <w:r w:rsidRPr="00733EBF">
            <w:rPr>
              <w:rFonts w:ascii="Open Sans" w:eastAsia="SimSun" w:hAnsi="Open Sans" w:cs="Open Sans"/>
              <w:i/>
              <w:iCs/>
              <w:kern w:val="1"/>
              <w:sz w:val="24"/>
              <w:szCs w:val="24"/>
              <w:u w:val="single"/>
              <w:lang w:eastAsia="hi-IN" w:bidi="hi-IN"/>
            </w:rPr>
            <w:t xml:space="preserve">Indicare qui il ruolo ricoperto per L’Operatore Economico </w:t>
          </w:r>
          <w:r>
            <w:rPr>
              <w:rFonts w:ascii="Open Sans" w:eastAsia="SimSun" w:hAnsi="Open Sans" w:cs="Open Sans"/>
              <w:i/>
              <w:iCs/>
              <w:kern w:val="1"/>
              <w:sz w:val="24"/>
              <w:szCs w:val="24"/>
              <w:u w:val="single"/>
              <w:lang w:eastAsia="hi-IN" w:bidi="hi-IN"/>
            </w:rPr>
            <w:t>r</w:t>
          </w:r>
          <w:r w:rsidRPr="00733EBF">
            <w:rPr>
              <w:rFonts w:ascii="Open Sans" w:eastAsia="SimSun" w:hAnsi="Open Sans" w:cs="Open Sans"/>
              <w:i/>
              <w:iCs/>
              <w:kern w:val="1"/>
              <w:sz w:val="24"/>
              <w:szCs w:val="24"/>
              <w:u w:val="single"/>
              <w:lang w:eastAsia="hi-IN" w:bidi="hi-IN"/>
            </w:rPr>
            <w:t>appresentato</w:t>
          </w:r>
        </w:sdtContent>
      </w:sdt>
    </w:p>
    <w:p w14:paraId="40D11063" w14:textId="77777777" w:rsidR="00273841" w:rsidRPr="00697A30" w:rsidRDefault="00273841" w:rsidP="00273841">
      <w:pPr>
        <w:pStyle w:val="Paragrafoelenco"/>
        <w:suppressLineNumbers/>
        <w:autoSpaceDN/>
        <w:spacing w:line="360" w:lineRule="auto"/>
        <w:ind w:left="851"/>
        <w:textAlignment w:val="auto"/>
        <w:rPr>
          <w:rFonts w:ascii="Open Sans" w:hAnsi="Open Sans" w:cs="Open Sans"/>
          <w:kern w:val="1"/>
          <w:sz w:val="22"/>
          <w:szCs w:val="22"/>
          <w:lang w:eastAsia="hi-IN" w:bidi="hi-IN"/>
        </w:rPr>
      </w:pPr>
    </w:p>
    <w:p w14:paraId="34B396A8" w14:textId="7317361D" w:rsidR="006D2140" w:rsidRPr="00100E09" w:rsidRDefault="008F1973" w:rsidP="00100E09">
      <w:pPr>
        <w:pStyle w:val="Paragrafoelenco"/>
        <w:numPr>
          <w:ilvl w:val="0"/>
          <w:numId w:val="10"/>
        </w:numPr>
        <w:autoSpaceDN/>
        <w:spacing w:line="360" w:lineRule="auto"/>
        <w:jc w:val="both"/>
        <w:textAlignment w:val="auto"/>
        <w:rPr>
          <w:rFonts w:ascii="Open Sans" w:eastAsia="SimSun" w:hAnsi="Open Sans" w:cs="Open Sans"/>
          <w:kern w:val="1"/>
          <w:sz w:val="22"/>
          <w:szCs w:val="22"/>
          <w:lang w:eastAsia="hi-IN" w:bidi="hi-IN"/>
        </w:rPr>
      </w:pPr>
      <w:sdt>
        <w:sdtPr>
          <w:rPr>
            <w:rFonts w:ascii="Open Sans" w:eastAsia="SimSun" w:hAnsi="Open Sans" w:cs="Open Sans"/>
            <w:i/>
            <w:iCs/>
            <w:kern w:val="1"/>
            <w:sz w:val="22"/>
            <w:szCs w:val="22"/>
            <w:u w:val="single"/>
            <w:lang w:eastAsia="hi-IN" w:bidi="hi-IN"/>
          </w:rPr>
          <w:id w:val="-972744006"/>
          <w:placeholder>
            <w:docPart w:val="BC5A3867AA9E4AB0BF7F45656DAEB6FE"/>
          </w:placeholder>
          <w:text/>
        </w:sdtPr>
        <w:sdtEndPr/>
        <w:sdtContent>
          <w:r w:rsidR="00C16CDF" w:rsidRPr="00100E09">
            <w:rPr>
              <w:rFonts w:ascii="Open Sans" w:eastAsia="SimSun" w:hAnsi="Open Sans" w:cs="Open Sans"/>
              <w:i/>
              <w:iCs/>
              <w:kern w:val="1"/>
              <w:sz w:val="22"/>
              <w:szCs w:val="22"/>
              <w:u w:val="single"/>
              <w:lang w:eastAsia="hi-IN" w:bidi="hi-IN"/>
            </w:rPr>
            <w:t xml:space="preserve">Utilizzare questo spazio, per indicare eventuali altri </w:t>
          </w:r>
          <w:r w:rsidR="004C71D9" w:rsidRPr="00100E09">
            <w:rPr>
              <w:rFonts w:ascii="Open Sans" w:eastAsia="SimSun" w:hAnsi="Open Sans" w:cs="Open Sans"/>
              <w:i/>
              <w:iCs/>
              <w:kern w:val="1"/>
              <w:sz w:val="22"/>
              <w:szCs w:val="22"/>
              <w:u w:val="single"/>
              <w:lang w:eastAsia="hi-IN" w:bidi="hi-IN"/>
            </w:rPr>
            <w:t>soggetti, seguendo</w:t>
          </w:r>
          <w:r w:rsidR="004C5945" w:rsidRPr="00100E09">
            <w:rPr>
              <w:rFonts w:ascii="Open Sans" w:eastAsia="SimSun" w:hAnsi="Open Sans" w:cs="Open Sans"/>
              <w:i/>
              <w:iCs/>
              <w:kern w:val="1"/>
              <w:sz w:val="22"/>
              <w:szCs w:val="22"/>
              <w:u w:val="single"/>
              <w:lang w:eastAsia="hi-IN" w:bidi="hi-IN"/>
            </w:rPr>
            <w:t>,</w:t>
          </w:r>
          <w:r w:rsidR="004C71D9" w:rsidRPr="00100E09">
            <w:rPr>
              <w:rFonts w:ascii="Open Sans" w:eastAsia="SimSun" w:hAnsi="Open Sans" w:cs="Open Sans"/>
              <w:i/>
              <w:iCs/>
              <w:kern w:val="1"/>
              <w:sz w:val="22"/>
              <w:szCs w:val="22"/>
              <w:u w:val="single"/>
              <w:lang w:eastAsia="hi-IN" w:bidi="hi-IN"/>
            </w:rPr>
            <w:t xml:space="preserve"> pedissequamente</w:t>
          </w:r>
          <w:r w:rsidR="004C5945" w:rsidRPr="00100E09">
            <w:rPr>
              <w:rFonts w:ascii="Open Sans" w:eastAsia="SimSun" w:hAnsi="Open Sans" w:cs="Open Sans"/>
              <w:i/>
              <w:iCs/>
              <w:kern w:val="1"/>
              <w:sz w:val="22"/>
              <w:szCs w:val="22"/>
              <w:u w:val="single"/>
              <w:lang w:eastAsia="hi-IN" w:bidi="hi-IN"/>
            </w:rPr>
            <w:t>,</w:t>
          </w:r>
          <w:r w:rsidR="004C71D9" w:rsidRPr="00100E09">
            <w:rPr>
              <w:rFonts w:ascii="Open Sans" w:eastAsia="SimSun" w:hAnsi="Open Sans" w:cs="Open Sans"/>
              <w:i/>
              <w:iCs/>
              <w:kern w:val="1"/>
              <w:sz w:val="22"/>
              <w:szCs w:val="22"/>
              <w:u w:val="single"/>
              <w:lang w:eastAsia="hi-IN" w:bidi="hi-IN"/>
            </w:rPr>
            <w:t xml:space="preserve"> </w:t>
          </w:r>
          <w:r w:rsidR="003527B0">
            <w:rPr>
              <w:rFonts w:ascii="Open Sans" w:eastAsia="SimSun" w:hAnsi="Open Sans" w:cs="Open Sans"/>
              <w:i/>
              <w:iCs/>
              <w:kern w:val="1"/>
              <w:sz w:val="22"/>
              <w:szCs w:val="22"/>
              <w:u w:val="single"/>
              <w:lang w:eastAsia="hi-IN" w:bidi="hi-IN"/>
            </w:rPr>
            <w:t>lo</w:t>
          </w:r>
          <w:r w:rsidR="00635C4D" w:rsidRPr="00100E09">
            <w:rPr>
              <w:rFonts w:ascii="Open Sans" w:eastAsia="SimSun" w:hAnsi="Open Sans" w:cs="Open Sans"/>
              <w:i/>
              <w:iCs/>
              <w:kern w:val="1"/>
              <w:sz w:val="22"/>
              <w:szCs w:val="22"/>
              <w:u w:val="single"/>
              <w:lang w:eastAsia="hi-IN" w:bidi="hi-IN"/>
            </w:rPr>
            <w:t xml:space="preserve"> schem</w:t>
          </w:r>
          <w:r w:rsidR="003527B0">
            <w:rPr>
              <w:rFonts w:ascii="Open Sans" w:eastAsia="SimSun" w:hAnsi="Open Sans" w:cs="Open Sans"/>
              <w:i/>
              <w:iCs/>
              <w:kern w:val="1"/>
              <w:sz w:val="22"/>
              <w:szCs w:val="22"/>
              <w:u w:val="single"/>
              <w:lang w:eastAsia="hi-IN" w:bidi="hi-IN"/>
            </w:rPr>
            <w:t>a</w:t>
          </w:r>
          <w:r w:rsidR="00635C4D" w:rsidRPr="00100E09">
            <w:rPr>
              <w:rFonts w:ascii="Open Sans" w:eastAsia="SimSun" w:hAnsi="Open Sans" w:cs="Open Sans"/>
              <w:i/>
              <w:iCs/>
              <w:kern w:val="1"/>
              <w:sz w:val="22"/>
              <w:szCs w:val="22"/>
              <w:u w:val="single"/>
              <w:lang w:eastAsia="hi-IN" w:bidi="hi-IN"/>
            </w:rPr>
            <w:t xml:space="preserve"> precedent</w:t>
          </w:r>
          <w:r w:rsidR="003527B0">
            <w:rPr>
              <w:rFonts w:ascii="Open Sans" w:eastAsia="SimSun" w:hAnsi="Open Sans" w:cs="Open Sans"/>
              <w:i/>
              <w:iCs/>
              <w:kern w:val="1"/>
              <w:sz w:val="22"/>
              <w:szCs w:val="22"/>
              <w:u w:val="single"/>
              <w:lang w:eastAsia="hi-IN" w:bidi="hi-IN"/>
            </w:rPr>
            <w:t>e</w:t>
          </w:r>
          <w:r w:rsidR="00635C4D" w:rsidRPr="00100E09">
            <w:rPr>
              <w:rFonts w:ascii="Open Sans" w:eastAsia="SimSun" w:hAnsi="Open Sans" w:cs="Open Sans"/>
              <w:i/>
              <w:iCs/>
              <w:kern w:val="1"/>
              <w:sz w:val="22"/>
              <w:szCs w:val="22"/>
              <w:u w:val="single"/>
              <w:lang w:eastAsia="hi-IN" w:bidi="hi-IN"/>
            </w:rPr>
            <w:t>.</w:t>
          </w:r>
        </w:sdtContent>
      </w:sdt>
    </w:p>
    <w:p w14:paraId="34B396A9" w14:textId="77777777" w:rsidR="006D2140" w:rsidRPr="006D2140" w:rsidRDefault="006D2140" w:rsidP="006D2140">
      <w:pPr>
        <w:autoSpaceDN/>
        <w:spacing w:line="360" w:lineRule="auto"/>
        <w:jc w:val="both"/>
        <w:textAlignment w:val="auto"/>
        <w:rPr>
          <w:rFonts w:ascii="Open Sans" w:eastAsia="SimSun" w:hAnsi="Open Sans" w:cs="Open Sans"/>
          <w:kern w:val="1"/>
          <w:sz w:val="22"/>
          <w:szCs w:val="22"/>
          <w:lang w:eastAsia="hi-IN" w:bidi="hi-IN"/>
        </w:rPr>
      </w:pPr>
    </w:p>
    <w:p w14:paraId="34B396AA" w14:textId="77777777" w:rsidR="006D2140" w:rsidRPr="006D2140" w:rsidRDefault="006D2140" w:rsidP="006D2140">
      <w:pPr>
        <w:autoSpaceDN/>
        <w:spacing w:line="360" w:lineRule="auto"/>
        <w:jc w:val="both"/>
        <w:textAlignment w:val="auto"/>
        <w:rPr>
          <w:rFonts w:ascii="Open Sans" w:eastAsia="SimSun" w:hAnsi="Open Sans" w:cs="Open Sans"/>
          <w:kern w:val="1"/>
          <w:sz w:val="22"/>
          <w:szCs w:val="22"/>
          <w:lang w:eastAsia="hi-IN" w:bidi="hi-IN"/>
        </w:rPr>
      </w:pPr>
      <w:r w:rsidRPr="006D2140">
        <w:rPr>
          <w:rFonts w:ascii="Open Sans" w:eastAsia="SimSun" w:hAnsi="Open Sans" w:cs="Open Sans"/>
          <w:kern w:val="1"/>
          <w:sz w:val="22"/>
          <w:szCs w:val="22"/>
          <w:lang w:eastAsia="hi-IN" w:bidi="hi-IN"/>
        </w:rPr>
        <w:t xml:space="preserve">Data e luogo, </w:t>
      </w:r>
      <w:sdt>
        <w:sdtPr>
          <w:rPr>
            <w:rFonts w:ascii="Open Sans" w:eastAsia="SimSun" w:hAnsi="Open Sans" w:cs="Open Sans"/>
            <w:kern w:val="1"/>
            <w:sz w:val="22"/>
            <w:szCs w:val="22"/>
            <w:lang w:eastAsia="hi-IN" w:bidi="hi-IN"/>
          </w:rPr>
          <w:id w:val="-944999248"/>
          <w:placeholder>
            <w:docPart w:val="C02E719111F444FEB251D0751A0B228E"/>
          </w:placeholder>
          <w:text/>
        </w:sdtPr>
        <w:sdtEndPr/>
        <w:sdtContent>
          <w:r w:rsidRPr="006D2140">
            <w:rPr>
              <w:rFonts w:ascii="Open Sans" w:eastAsia="SimSun" w:hAnsi="Open Sans" w:cs="Open Sans"/>
              <w:kern w:val="1"/>
              <w:sz w:val="22"/>
              <w:szCs w:val="22"/>
              <w:lang w:eastAsia="hi-IN" w:bidi="hi-IN"/>
            </w:rPr>
            <w:t>_______________________</w:t>
          </w:r>
        </w:sdtContent>
      </w:sdt>
    </w:p>
    <w:p w14:paraId="34B396AB" w14:textId="77777777" w:rsidR="006D2140" w:rsidRPr="006D2140" w:rsidRDefault="006D2140" w:rsidP="006D2140">
      <w:pPr>
        <w:suppressLineNumbers/>
        <w:autoSpaceDN/>
        <w:spacing w:line="360" w:lineRule="auto"/>
        <w:jc w:val="both"/>
        <w:textAlignment w:val="auto"/>
        <w:rPr>
          <w:rFonts w:ascii="Open Sans" w:hAnsi="Open Sans" w:cs="Open Sans"/>
          <w:kern w:val="1"/>
          <w:sz w:val="22"/>
          <w:szCs w:val="22"/>
          <w:lang w:eastAsia="hi-IN" w:bidi="hi-IN"/>
        </w:rPr>
      </w:pPr>
    </w:p>
    <w:p w14:paraId="34B396AC" w14:textId="77777777" w:rsidR="006D2140" w:rsidRPr="006D2140" w:rsidRDefault="006D2140" w:rsidP="006D2140">
      <w:pPr>
        <w:suppressLineNumbers/>
        <w:autoSpaceDN/>
        <w:spacing w:line="360" w:lineRule="auto"/>
        <w:jc w:val="both"/>
        <w:textAlignment w:val="auto"/>
        <w:rPr>
          <w:rFonts w:ascii="Open Sans" w:hAnsi="Open Sans" w:cs="Open Sans"/>
          <w:kern w:val="1"/>
          <w:sz w:val="22"/>
          <w:szCs w:val="22"/>
          <w:lang w:eastAsia="hi-IN" w:bidi="hi-IN"/>
        </w:rPr>
      </w:pPr>
      <w:r w:rsidRPr="006D2140">
        <w:rPr>
          <w:rFonts w:ascii="Open Sans" w:hAnsi="Open Sans" w:cs="Open Sans"/>
          <w:kern w:val="1"/>
          <w:sz w:val="22"/>
          <w:szCs w:val="22"/>
          <w:lang w:eastAsia="hi-IN" w:bidi="hi-IN"/>
        </w:rPr>
        <w:t xml:space="preserve">Firmato digitalmente da: </w:t>
      </w:r>
      <w:sdt>
        <w:sdtPr>
          <w:rPr>
            <w:rFonts w:ascii="Open Sans" w:hAnsi="Open Sans" w:cs="Open Sans"/>
            <w:kern w:val="1"/>
            <w:sz w:val="22"/>
            <w:szCs w:val="22"/>
            <w:lang w:eastAsia="hi-IN" w:bidi="hi-IN"/>
          </w:rPr>
          <w:id w:val="-1313100521"/>
          <w:placeholder>
            <w:docPart w:val="78B645F8EE6F480F8E1B32F01E4C09AF"/>
          </w:placeholder>
          <w:text/>
        </w:sdtPr>
        <w:sdtEndPr/>
        <w:sdtContent>
          <w:r w:rsidRPr="006D2140">
            <w:rPr>
              <w:rFonts w:ascii="Open Sans" w:hAnsi="Open Sans" w:cs="Open Sans"/>
              <w:kern w:val="1"/>
              <w:sz w:val="22"/>
              <w:szCs w:val="22"/>
              <w:lang w:eastAsia="hi-IN" w:bidi="hi-IN"/>
            </w:rPr>
            <w:t>_____________________________________________________</w:t>
          </w:r>
        </w:sdtContent>
      </w:sdt>
    </w:p>
    <w:p w14:paraId="34B396AD" w14:textId="77777777" w:rsidR="00F93B05" w:rsidRDefault="00F93B05" w:rsidP="009B6F5B">
      <w:pPr>
        <w:pStyle w:val="Standard"/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p w14:paraId="445CDD45" w14:textId="77777777" w:rsidR="00100E09" w:rsidRPr="006D2140" w:rsidRDefault="00100E09" w:rsidP="009B6F5B">
      <w:pPr>
        <w:pStyle w:val="Standard"/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p w14:paraId="34B396AF" w14:textId="77777777" w:rsidR="00857D1D" w:rsidRPr="00B32675" w:rsidRDefault="00A32B60" w:rsidP="00B32675">
      <w:pPr>
        <w:pStyle w:val="Standard"/>
        <w:spacing w:line="360" w:lineRule="auto"/>
        <w:jc w:val="center"/>
        <w:rPr>
          <w:rFonts w:ascii="Open Sans" w:hAnsi="Open Sans" w:cs="Open Sans"/>
          <w:i/>
        </w:rPr>
      </w:pPr>
      <w:r w:rsidRPr="00B32675">
        <w:rPr>
          <w:rFonts w:ascii="Open Sans" w:hAnsi="Open Sans" w:cs="Open Sans"/>
          <w:i/>
        </w:rPr>
        <w:t>(</w:t>
      </w:r>
      <w:r w:rsidR="00837EA8" w:rsidRPr="00B32675">
        <w:rPr>
          <w:rFonts w:ascii="Open Sans" w:hAnsi="Open Sans" w:cs="Open Sans"/>
          <w:b/>
          <w:i/>
        </w:rPr>
        <w:t>Si precisa che il presente Modello dovrà essere compilato e firmato digitalmente, dal legale rappresentante/procuratore speciale</w:t>
      </w:r>
      <w:r w:rsidRPr="00B32675">
        <w:rPr>
          <w:rFonts w:ascii="Open Sans" w:hAnsi="Open Sans" w:cs="Open Sans"/>
          <w:b/>
          <w:i/>
        </w:rPr>
        <w:t>)</w:t>
      </w:r>
      <w:r w:rsidR="00837EA8" w:rsidRPr="00B32675">
        <w:rPr>
          <w:rFonts w:ascii="Open Sans" w:hAnsi="Open Sans" w:cs="Open Sans"/>
          <w:b/>
          <w:i/>
        </w:rPr>
        <w:t>;</w:t>
      </w:r>
    </w:p>
    <w:sectPr w:rsidR="00857D1D" w:rsidRPr="00B32675">
      <w:pgSz w:w="11906" w:h="16838"/>
      <w:pgMar w:top="1417" w:right="1134" w:bottom="141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B396B4" w14:textId="77777777" w:rsidR="00E13524" w:rsidRDefault="00837EA8">
      <w:r>
        <w:separator/>
      </w:r>
    </w:p>
  </w:endnote>
  <w:endnote w:type="continuationSeparator" w:id="0">
    <w:p w14:paraId="34B396B5" w14:textId="77777777" w:rsidR="00E13524" w:rsidRDefault="00837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PS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B396B2" w14:textId="77777777" w:rsidR="00E13524" w:rsidRDefault="00837EA8">
      <w:r>
        <w:rPr>
          <w:color w:val="000000"/>
        </w:rPr>
        <w:separator/>
      </w:r>
    </w:p>
  </w:footnote>
  <w:footnote w:type="continuationSeparator" w:id="0">
    <w:p w14:paraId="34B396B3" w14:textId="77777777" w:rsidR="00E13524" w:rsidRDefault="00837E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684"/>
    <w:multiLevelType w:val="multilevel"/>
    <w:tmpl w:val="6B729622"/>
    <w:styleLink w:val="WWNum2"/>
    <w:lvl w:ilvl="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3A9F37CF"/>
    <w:multiLevelType w:val="hybridMultilevel"/>
    <w:tmpl w:val="22B03366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F562B5C"/>
    <w:multiLevelType w:val="multilevel"/>
    <w:tmpl w:val="55201192"/>
    <w:styleLink w:val="WWNum1"/>
    <w:lvl w:ilvl="0">
      <w:numFmt w:val="bullet"/>
      <w:lvlText w:val="-"/>
      <w:lvlJc w:val="left"/>
      <w:pPr>
        <w:ind w:left="720" w:hanging="360"/>
      </w:pPr>
      <w:rPr>
        <w:rFonts w:ascii="Arial" w:eastAsia="Times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5FC009AF"/>
    <w:multiLevelType w:val="multilevel"/>
    <w:tmpl w:val="3DCACE88"/>
    <w:styleLink w:val="WWNum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" w15:restartNumberingAfterBreak="0">
    <w:nsid w:val="60185346"/>
    <w:multiLevelType w:val="hybridMultilevel"/>
    <w:tmpl w:val="CB1A4A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961E54"/>
    <w:multiLevelType w:val="multilevel"/>
    <w:tmpl w:val="76284CC4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7D852185"/>
    <w:multiLevelType w:val="multilevel"/>
    <w:tmpl w:val="6D1C4A96"/>
    <w:styleLink w:val="WWNum3"/>
    <w:lvl w:ilvl="0"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0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6"/>
  </w:num>
  <w:num w:numId="9">
    <w:abstractNumId w:val="2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AES" w:cryptAlgorithmClass="hash" w:cryptAlgorithmType="typeAny" w:cryptAlgorithmSid="14" w:cryptSpinCount="100000" w:hash="uy/EejW+qfFxXGWai3iWY6HSmgjQuBIo5VZqVPXSWn93nOjR6BxqTDGF8Lkym8JIqBVC5PqMlGmEDwAL7PqseA==" w:salt="FQVyiJn2q80mvuDT51+X4g==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D1D"/>
    <w:rsid w:val="0005749B"/>
    <w:rsid w:val="00061989"/>
    <w:rsid w:val="000700AB"/>
    <w:rsid w:val="000C1271"/>
    <w:rsid w:val="000E44B1"/>
    <w:rsid w:val="000F4817"/>
    <w:rsid w:val="00100E09"/>
    <w:rsid w:val="00105C98"/>
    <w:rsid w:val="00146B80"/>
    <w:rsid w:val="001869CB"/>
    <w:rsid w:val="0019353E"/>
    <w:rsid w:val="001C22A4"/>
    <w:rsid w:val="001D4EEA"/>
    <w:rsid w:val="001F5F7A"/>
    <w:rsid w:val="00216179"/>
    <w:rsid w:val="002323D2"/>
    <w:rsid w:val="00273841"/>
    <w:rsid w:val="002959BD"/>
    <w:rsid w:val="0031728E"/>
    <w:rsid w:val="00350B7B"/>
    <w:rsid w:val="003527B0"/>
    <w:rsid w:val="00384A8B"/>
    <w:rsid w:val="003850B3"/>
    <w:rsid w:val="003B384B"/>
    <w:rsid w:val="00425E57"/>
    <w:rsid w:val="004428A6"/>
    <w:rsid w:val="004774DE"/>
    <w:rsid w:val="00486C73"/>
    <w:rsid w:val="00494CA1"/>
    <w:rsid w:val="00495C95"/>
    <w:rsid w:val="004A71C2"/>
    <w:rsid w:val="004C52EC"/>
    <w:rsid w:val="004C5945"/>
    <w:rsid w:val="004C71D9"/>
    <w:rsid w:val="00505B6F"/>
    <w:rsid w:val="00591E72"/>
    <w:rsid w:val="005C490F"/>
    <w:rsid w:val="006105E6"/>
    <w:rsid w:val="006264FA"/>
    <w:rsid w:val="00635C4D"/>
    <w:rsid w:val="00637722"/>
    <w:rsid w:val="00647717"/>
    <w:rsid w:val="00697A30"/>
    <w:rsid w:val="006D2140"/>
    <w:rsid w:val="006F4BF6"/>
    <w:rsid w:val="00733EBF"/>
    <w:rsid w:val="0074219C"/>
    <w:rsid w:val="00787C2C"/>
    <w:rsid w:val="007B2AD9"/>
    <w:rsid w:val="007E30F3"/>
    <w:rsid w:val="00804A0B"/>
    <w:rsid w:val="0082242E"/>
    <w:rsid w:val="00836C84"/>
    <w:rsid w:val="00837EA8"/>
    <w:rsid w:val="00857D1D"/>
    <w:rsid w:val="008A533B"/>
    <w:rsid w:val="008C0DC6"/>
    <w:rsid w:val="008C53D1"/>
    <w:rsid w:val="008F1973"/>
    <w:rsid w:val="008F19CE"/>
    <w:rsid w:val="0095583F"/>
    <w:rsid w:val="009B6F5B"/>
    <w:rsid w:val="009C14D3"/>
    <w:rsid w:val="009C394E"/>
    <w:rsid w:val="009F7863"/>
    <w:rsid w:val="00A32B60"/>
    <w:rsid w:val="00A45C33"/>
    <w:rsid w:val="00A653B8"/>
    <w:rsid w:val="00AB1542"/>
    <w:rsid w:val="00AD3680"/>
    <w:rsid w:val="00B24514"/>
    <w:rsid w:val="00B26F6A"/>
    <w:rsid w:val="00B32675"/>
    <w:rsid w:val="00B45D77"/>
    <w:rsid w:val="00BD79AB"/>
    <w:rsid w:val="00C16CDF"/>
    <w:rsid w:val="00CB7D57"/>
    <w:rsid w:val="00CF3433"/>
    <w:rsid w:val="00D34B6A"/>
    <w:rsid w:val="00D54C6A"/>
    <w:rsid w:val="00D57BCE"/>
    <w:rsid w:val="00D74110"/>
    <w:rsid w:val="00D91869"/>
    <w:rsid w:val="00DB06E8"/>
    <w:rsid w:val="00E13524"/>
    <w:rsid w:val="00E3166F"/>
    <w:rsid w:val="00E63071"/>
    <w:rsid w:val="00E63960"/>
    <w:rsid w:val="00E76043"/>
    <w:rsid w:val="00EC2A5C"/>
    <w:rsid w:val="00ED1E0D"/>
    <w:rsid w:val="00F044BB"/>
    <w:rsid w:val="00F54030"/>
    <w:rsid w:val="00F93B05"/>
    <w:rsid w:val="00FA1CC5"/>
    <w:rsid w:val="00FB34A9"/>
    <w:rsid w:val="00FF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39685"/>
  <w15:docId w15:val="{0D559C92-E17A-4152-A119-7F491395E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PS" w:eastAsia="Times New Roman" w:hAnsi="Courier PS" w:cs="Times New Roman"/>
        <w:kern w:val="3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Standard"/>
    <w:next w:val="Textbody"/>
    <w:pPr>
      <w:keepNext/>
      <w:jc w:val="right"/>
      <w:outlineLvl w:val="0"/>
    </w:pPr>
    <w:rPr>
      <w:b/>
      <w:sz w:val="24"/>
    </w:rPr>
  </w:style>
  <w:style w:type="paragraph" w:styleId="Titolo2">
    <w:name w:val="heading 2"/>
    <w:basedOn w:val="Standard"/>
    <w:next w:val="Textbody"/>
    <w:pPr>
      <w:keepNext/>
      <w:ind w:left="432" w:hanging="432"/>
      <w:jc w:val="center"/>
      <w:outlineLvl w:val="1"/>
    </w:pPr>
    <w:rPr>
      <w:b/>
      <w:sz w:val="24"/>
    </w:rPr>
  </w:style>
  <w:style w:type="paragraph" w:styleId="Titolo3">
    <w:name w:val="heading 3"/>
    <w:basedOn w:val="Standard"/>
    <w:next w:val="Textbody"/>
    <w:pPr>
      <w:keepNext/>
      <w:ind w:left="7371"/>
      <w:outlineLvl w:val="2"/>
    </w:pPr>
    <w:rPr>
      <w:rFonts w:ascii="Arial" w:hAnsi="Arial"/>
      <w:sz w:val="24"/>
    </w:rPr>
  </w:style>
  <w:style w:type="paragraph" w:styleId="Titolo4">
    <w:name w:val="heading 4"/>
    <w:basedOn w:val="Standard"/>
    <w:next w:val="Textbody"/>
    <w:pPr>
      <w:keepNext/>
      <w:ind w:left="7371"/>
      <w:jc w:val="center"/>
      <w:outlineLvl w:val="3"/>
    </w:pPr>
    <w:rPr>
      <w:rFonts w:ascii="Arial" w:hAnsi="Arial"/>
      <w:sz w:val="24"/>
    </w:rPr>
  </w:style>
  <w:style w:type="paragraph" w:styleId="Titolo5">
    <w:name w:val="heading 5"/>
    <w:basedOn w:val="Standard"/>
    <w:next w:val="Textbody"/>
    <w:pPr>
      <w:keepNext/>
      <w:ind w:left="2127" w:hanging="1560"/>
      <w:jc w:val="both"/>
      <w:outlineLvl w:val="4"/>
    </w:pPr>
    <w:rPr>
      <w:rFonts w:ascii="Arial" w:hAnsi="Arial"/>
      <w:sz w:val="24"/>
    </w:rPr>
  </w:style>
  <w:style w:type="paragraph" w:styleId="Titolo6">
    <w:name w:val="heading 6"/>
    <w:basedOn w:val="Standard"/>
    <w:next w:val="Textbody"/>
    <w:pPr>
      <w:keepNext/>
      <w:ind w:left="7088"/>
      <w:outlineLvl w:val="5"/>
    </w:pPr>
    <w:rPr>
      <w:rFonts w:ascii="Arial" w:hAnsi="Arial"/>
      <w:sz w:val="24"/>
    </w:rPr>
  </w:style>
  <w:style w:type="paragraph" w:styleId="Titolo7">
    <w:name w:val="heading 7"/>
    <w:basedOn w:val="Standard"/>
    <w:next w:val="Textbody"/>
    <w:pPr>
      <w:keepNext/>
      <w:ind w:left="426" w:hanging="284"/>
      <w:jc w:val="center"/>
      <w:outlineLvl w:val="6"/>
    </w:pPr>
    <w:rPr>
      <w:rFonts w:ascii="Comic Sans MS" w:hAnsi="Comic Sans MS"/>
      <w:b/>
      <w:i/>
      <w:sz w:val="24"/>
    </w:rPr>
  </w:style>
  <w:style w:type="paragraph" w:styleId="Titolo8">
    <w:name w:val="heading 8"/>
    <w:basedOn w:val="Standard"/>
    <w:next w:val="Textbody"/>
    <w:pPr>
      <w:keepNext/>
      <w:ind w:left="142" w:right="261"/>
      <w:jc w:val="center"/>
      <w:outlineLvl w:val="7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hAnsi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b/>
      <w:sz w:val="24"/>
    </w:rPr>
  </w:style>
  <w:style w:type="paragraph" w:styleId="Elenco">
    <w:name w:val="List"/>
    <w:basedOn w:val="Textbody"/>
    <w:rPr>
      <w:rFonts w:cs="Lucida Sans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Rientrocorpodeltesto2">
    <w:name w:val="Body Text Indent 2"/>
    <w:basedOn w:val="Standard"/>
    <w:pPr>
      <w:ind w:left="7088"/>
      <w:jc w:val="both"/>
    </w:pPr>
    <w:rPr>
      <w:rFonts w:ascii="Arial" w:hAnsi="Arial"/>
      <w:sz w:val="24"/>
    </w:rPr>
  </w:style>
  <w:style w:type="paragraph" w:customStyle="1" w:styleId="Textbodyindent">
    <w:name w:val="Text body indent"/>
    <w:basedOn w:val="Standard"/>
    <w:pPr>
      <w:ind w:left="993" w:hanging="283"/>
    </w:pPr>
    <w:rPr>
      <w:sz w:val="24"/>
    </w:rPr>
  </w:style>
  <w:style w:type="paragraph" w:styleId="Rientrocorpodeltesto3">
    <w:name w:val="Body Text Indent 3"/>
    <w:basedOn w:val="Standard"/>
    <w:pPr>
      <w:ind w:left="432" w:hanging="432"/>
      <w:jc w:val="both"/>
    </w:pPr>
    <w:rPr>
      <w:sz w:val="24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Corpodeltesto2">
    <w:name w:val="Body Text 2"/>
    <w:basedOn w:val="Standard"/>
    <w:pPr>
      <w:ind w:right="261"/>
      <w:jc w:val="both"/>
    </w:pPr>
    <w:rPr>
      <w:rFonts w:ascii="Arial" w:hAnsi="Arial"/>
      <w:sz w:val="24"/>
    </w:r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Testodelblocco">
    <w:name w:val="Block Text"/>
    <w:basedOn w:val="Standard"/>
    <w:pPr>
      <w:ind w:left="851" w:right="-23" w:hanging="284"/>
      <w:jc w:val="both"/>
    </w:pPr>
    <w:rPr>
      <w:sz w:val="24"/>
    </w:rPr>
  </w:style>
  <w:style w:type="paragraph" w:customStyle="1" w:styleId="Corpodeltesto21">
    <w:name w:val="Corpo del testo 21"/>
    <w:basedOn w:val="Standard"/>
    <w:pPr>
      <w:spacing w:line="360" w:lineRule="auto"/>
      <w:ind w:left="425"/>
      <w:jc w:val="both"/>
    </w:pPr>
    <w:rPr>
      <w:rFonts w:ascii="Arial" w:hAnsi="Arial"/>
    </w:r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sche3">
    <w:name w:val="sche_3"/>
    <w:pPr>
      <w:suppressAutoHyphens/>
      <w:jc w:val="both"/>
    </w:pPr>
    <w:rPr>
      <w:rFonts w:ascii="Times New Roman" w:hAnsi="Times New Roman"/>
      <w:lang w:val="en-US"/>
    </w:rPr>
  </w:style>
  <w:style w:type="paragraph" w:styleId="Paragrafoelenco">
    <w:name w:val="List Paragraph"/>
    <w:basedOn w:val="Standard"/>
    <w:pPr>
      <w:ind w:left="720"/>
    </w:pPr>
  </w:style>
  <w:style w:type="paragraph" w:styleId="Testonotaapidipagina">
    <w:name w:val="footnote text"/>
    <w:basedOn w:val="Standard"/>
  </w:style>
  <w:style w:type="paragraph" w:customStyle="1" w:styleId="Footnote">
    <w:name w:val="Footnote"/>
    <w:basedOn w:val="Standard"/>
    <w:pPr>
      <w:suppressLineNumbers/>
      <w:ind w:left="283" w:hanging="283"/>
    </w:pPr>
  </w:style>
  <w:style w:type="character" w:customStyle="1" w:styleId="Rientrocorpodeltesto3Carattere">
    <w:name w:val="Rientro corpo del testo 3 Carattere"/>
    <w:rPr>
      <w:sz w:val="24"/>
      <w:lang w:val="it-IT" w:eastAsia="it-IT" w:bidi="ar-SA"/>
    </w:rPr>
  </w:style>
  <w:style w:type="character" w:customStyle="1" w:styleId="CarattereCarattere1">
    <w:name w:val="Carattere Carattere1"/>
    <w:rPr>
      <w:sz w:val="24"/>
      <w:lang w:val="it-IT" w:eastAsia="it-IT" w:bidi="ar-SA"/>
    </w:rPr>
  </w:style>
  <w:style w:type="character" w:styleId="Testosegnaposto">
    <w:name w:val="Placeholder Text"/>
    <w:basedOn w:val="Carpredefinitoparagrafo"/>
    <w:rPr>
      <w:color w:val="808080"/>
    </w:rPr>
  </w:style>
  <w:style w:type="character" w:customStyle="1" w:styleId="TestonotaapidipaginaCarattere">
    <w:name w:val="Testo nota a piè di pagina Carattere"/>
    <w:basedOn w:val="Carpredefinitoparagrafo"/>
    <w:rPr>
      <w:rFonts w:ascii="Times New Roman" w:hAnsi="Times New Roman"/>
    </w:rPr>
  </w:style>
  <w:style w:type="character" w:styleId="Rimandonotaapidipagina">
    <w:name w:val="footnote reference"/>
    <w:basedOn w:val="Carpredefinitoparagrafo"/>
    <w:rPr>
      <w:rFonts w:ascii="Times New Roman" w:hAnsi="Times New Roman" w:cs="Times New Roman"/>
      <w:position w:val="0"/>
      <w:vertAlign w:val="superscript"/>
    </w:rPr>
  </w:style>
  <w:style w:type="character" w:customStyle="1" w:styleId="ListLabel1">
    <w:name w:val="ListLabel 1"/>
    <w:rPr>
      <w:rFonts w:eastAsia="Times" w:cs="Arial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6D214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D21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2D607867BAE4E15ABA6BF0397A7F66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FAC3717-87E7-4550-81DD-F8206BD51807}"/>
      </w:docPartPr>
      <w:docPartBody>
        <w:p w:rsidR="008E03E0" w:rsidRDefault="009A619A" w:rsidP="009A619A">
          <w:pPr>
            <w:pStyle w:val="82D607867BAE4E15ABA6BF0397A7F661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AC300425D7F41A781967C720DEDF02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E8E7970-D646-465B-B417-9CCD1C72A295}"/>
      </w:docPartPr>
      <w:docPartBody>
        <w:p w:rsidR="008E03E0" w:rsidRDefault="009A619A" w:rsidP="009A619A">
          <w:pPr>
            <w:pStyle w:val="9AC300425D7F41A781967C720DEDF022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89DC14163A5B4E7180BD08089C3366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E20140-C3A5-4556-8CB2-BAD1CEE5F6FD}"/>
      </w:docPartPr>
      <w:docPartBody>
        <w:p w:rsidR="008E03E0" w:rsidRDefault="009A619A" w:rsidP="009A619A">
          <w:pPr>
            <w:pStyle w:val="89DC14163A5B4E7180BD08089C3366D8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A8FD4C8AECB743949C7F96235340394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DF49A71-E384-4531-B564-14EA4139D3CB}"/>
      </w:docPartPr>
      <w:docPartBody>
        <w:p w:rsidR="008E03E0" w:rsidRDefault="009A619A" w:rsidP="009A619A">
          <w:pPr>
            <w:pStyle w:val="A8FD4C8AECB743949C7F962353403945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54E36BFDF984AD89983845B44A27F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21CB6C-4844-458C-8852-AD4D60141ACD}"/>
      </w:docPartPr>
      <w:docPartBody>
        <w:p w:rsidR="008E03E0" w:rsidRDefault="009A619A" w:rsidP="009A619A">
          <w:pPr>
            <w:pStyle w:val="454E36BFDF984AD89983845B44A27F37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9C6BD286DF84132947F476BF6F4448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098872F-82EE-4FF9-B825-1CC5D64D1113}"/>
      </w:docPartPr>
      <w:docPartBody>
        <w:p w:rsidR="008E03E0" w:rsidRDefault="009A619A" w:rsidP="009A619A">
          <w:pPr>
            <w:pStyle w:val="19C6BD286DF84132947F476BF6F44485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77000B1DE59432180F3CD167823F7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644C1B0-1A58-4FA2-A552-A51E5FA099E4}"/>
      </w:docPartPr>
      <w:docPartBody>
        <w:p w:rsidR="008E03E0" w:rsidRDefault="009A619A" w:rsidP="009A619A">
          <w:pPr>
            <w:pStyle w:val="077000B1DE59432180F3CD167823F70D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83D89F154F5C4C48988B3049752C85E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BC871B2-DC06-4C3B-A559-7DDE64D0416B}"/>
      </w:docPartPr>
      <w:docPartBody>
        <w:p w:rsidR="008E03E0" w:rsidRDefault="009A619A" w:rsidP="009A619A">
          <w:pPr>
            <w:pStyle w:val="83D89F154F5C4C48988B3049752C85E2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5800639A9ED4F6083CCAF55F81F5D1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3594510-7E08-4E64-8ED6-B178F6FB6E44}"/>
      </w:docPartPr>
      <w:docPartBody>
        <w:p w:rsidR="008E03E0" w:rsidRDefault="009A619A" w:rsidP="009A619A">
          <w:pPr>
            <w:pStyle w:val="65800639A9ED4F6083CCAF55F81F5D16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7B19F405DD844C985C5E9F91F63510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9CF8A5-4B8F-4FC4-A421-EEB30C1E5068}"/>
      </w:docPartPr>
      <w:docPartBody>
        <w:p w:rsidR="008E03E0" w:rsidRDefault="009A619A" w:rsidP="009A619A">
          <w:pPr>
            <w:pStyle w:val="67B19F405DD844C985C5E9F91F635103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0234A3B3AC0403BA9F71C822B2967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A348731-C38B-47BD-B006-8B0CC7333405}"/>
      </w:docPartPr>
      <w:docPartBody>
        <w:p w:rsidR="008E03E0" w:rsidRDefault="009A619A" w:rsidP="009A619A">
          <w:pPr>
            <w:pStyle w:val="10234A3B3AC0403BA9F71C822B2967DD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5E2F7220A91438F99ADA328A0302BE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1550E3-2FD6-4E73-B622-6622CB38472F}"/>
      </w:docPartPr>
      <w:docPartBody>
        <w:p w:rsidR="008E03E0" w:rsidRDefault="009A619A" w:rsidP="009A619A">
          <w:pPr>
            <w:pStyle w:val="65E2F7220A91438F99ADA328A0302BE7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C1C58C4717F4D27BF6EE194E164D8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55156BC-E900-482D-9103-39C2A49D0183}"/>
      </w:docPartPr>
      <w:docPartBody>
        <w:p w:rsidR="008E03E0" w:rsidRDefault="009A619A" w:rsidP="009A619A">
          <w:pPr>
            <w:pStyle w:val="0C1C58C4717F4D27BF6EE194E164D800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5547BDCA9284A76A0B75DEEB8F0E1C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0C4FF7-1FAD-40C1-8771-11098B95FB9C}"/>
      </w:docPartPr>
      <w:docPartBody>
        <w:p w:rsidR="008E03E0" w:rsidRDefault="009A619A" w:rsidP="009A619A">
          <w:pPr>
            <w:pStyle w:val="65547BDCA9284A76A0B75DEEB8F0E1C7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A03355EE3B64650946E16B385FA6F8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1A88289-2960-499A-91FB-95C55061EC00}"/>
      </w:docPartPr>
      <w:docPartBody>
        <w:p w:rsidR="008E03E0" w:rsidRDefault="009A619A" w:rsidP="009A619A">
          <w:pPr>
            <w:pStyle w:val="4A03355EE3B64650946E16B385FA6F82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2BEF62FDF844DF7AF0DAF0AC770608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402739-C786-46F6-895A-17252EE1561B}"/>
      </w:docPartPr>
      <w:docPartBody>
        <w:p w:rsidR="008E03E0" w:rsidRDefault="009A619A" w:rsidP="009A619A">
          <w:pPr>
            <w:pStyle w:val="22BEF62FDF844DF7AF0DAF0AC7706087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C5A3867AA9E4AB0BF7F45656DAEB6F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F058F59-9D2C-4B7F-AA1E-5C5D8FA8ED5F}"/>
      </w:docPartPr>
      <w:docPartBody>
        <w:p w:rsidR="008E03E0" w:rsidRDefault="009A619A" w:rsidP="009A619A">
          <w:pPr>
            <w:pStyle w:val="BC5A3867AA9E4AB0BF7F45656DAEB6FE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C02E719111F444FEB251D0751A0B228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1B2FC4-C6C3-4576-8648-C45DAAC0937D}"/>
      </w:docPartPr>
      <w:docPartBody>
        <w:p w:rsidR="008E03E0" w:rsidRDefault="009A619A" w:rsidP="009A619A">
          <w:pPr>
            <w:pStyle w:val="C02E719111F444FEB251D0751A0B228E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8B645F8EE6F480F8E1B32F01E4C09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154DBF8-C286-4437-8753-75FD1FB8F0D0}"/>
      </w:docPartPr>
      <w:docPartBody>
        <w:p w:rsidR="008E03E0" w:rsidRDefault="009A619A" w:rsidP="009A619A">
          <w:pPr>
            <w:pStyle w:val="78B645F8EE6F480F8E1B32F01E4C09AF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87EC4AA8D4DE458F9B17D985D24F010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CE03C92-9984-4C3D-8E6A-F469B2A86302}"/>
      </w:docPartPr>
      <w:docPartBody>
        <w:p w:rsidR="008E03E0" w:rsidRDefault="008E03E0" w:rsidP="008E03E0">
          <w:pPr>
            <w:pStyle w:val="87EC4AA8D4DE458F9B17D985D24F0103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A82C23C1A53A4B8ABF2D7A2FF778AF9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3D082DF-8155-4894-9C05-A821D4C59CB0}"/>
      </w:docPartPr>
      <w:docPartBody>
        <w:p w:rsidR="008E03E0" w:rsidRDefault="008E03E0" w:rsidP="008E03E0">
          <w:pPr>
            <w:pStyle w:val="A82C23C1A53A4B8ABF2D7A2FF778AF9D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53BFE0B4BB14C0DBC058B0B5A3B2C1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B2E3797-2818-4111-8652-1D99AD65725A}"/>
      </w:docPartPr>
      <w:docPartBody>
        <w:p w:rsidR="008E03E0" w:rsidRDefault="008E03E0" w:rsidP="008E03E0">
          <w:pPr>
            <w:pStyle w:val="053BFE0B4BB14C0DBC058B0B5A3B2C11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A4901BD3FD0248A09F8A74C58678D16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C1DF62F-F93B-486E-A436-6AD9F100B440}"/>
      </w:docPartPr>
      <w:docPartBody>
        <w:p w:rsidR="008E03E0" w:rsidRDefault="008E03E0" w:rsidP="008E03E0">
          <w:pPr>
            <w:pStyle w:val="A4901BD3FD0248A09F8A74C58678D16A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8F88356A0734970A98B03B844B394B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DB7CA1-4E51-49F1-A7ED-69E9F71377E0}"/>
      </w:docPartPr>
      <w:docPartBody>
        <w:p w:rsidR="00F76D3B" w:rsidRDefault="00F76D3B" w:rsidP="00F76D3B">
          <w:pPr>
            <w:pStyle w:val="D8F88356A0734970A98B03B844B394BA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4F00AF385C2444F8EC2A3CE75010E6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2F3EAD5-1E98-4ADB-882B-43F66899E5EE}"/>
      </w:docPartPr>
      <w:docPartBody>
        <w:p w:rsidR="00F76D3B" w:rsidRDefault="00F76D3B" w:rsidP="00F76D3B">
          <w:pPr>
            <w:pStyle w:val="E4F00AF385C2444F8EC2A3CE75010E6F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D78108BF76F472892197339D1C64CB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34ABEA9-AE2C-45E4-B3E9-4AA989CF7FD4}"/>
      </w:docPartPr>
      <w:docPartBody>
        <w:p w:rsidR="00F76D3B" w:rsidRDefault="00F76D3B" w:rsidP="00F76D3B">
          <w:pPr>
            <w:pStyle w:val="7D78108BF76F472892197339D1C64CB1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AEC565F1CA94C8EA55834CA857611A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5F797D6-B54E-446B-AAD2-A2639ED888FA}"/>
      </w:docPartPr>
      <w:docPartBody>
        <w:p w:rsidR="00F76D3B" w:rsidRDefault="00F76D3B" w:rsidP="00F76D3B">
          <w:pPr>
            <w:pStyle w:val="DAEC565F1CA94C8EA55834CA857611AC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8ED75E4E9664C91BA33AF28E13F8DB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A0A7EE-99D2-485C-BEC9-A3D52ACB4084}"/>
      </w:docPartPr>
      <w:docPartBody>
        <w:p w:rsidR="00F76D3B" w:rsidRDefault="00F76D3B" w:rsidP="00F76D3B">
          <w:pPr>
            <w:pStyle w:val="78ED75E4E9664C91BA33AF28E13F8DB9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1B39F75269447D99C6EFBD5C3CBF61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1A8A517-8B4D-423F-82F0-08EC556AC1FA}"/>
      </w:docPartPr>
      <w:docPartBody>
        <w:p w:rsidR="00F76D3B" w:rsidRDefault="00F76D3B" w:rsidP="00F76D3B">
          <w:pPr>
            <w:pStyle w:val="B1B39F75269447D99C6EFBD5C3CBF61F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BB6EA9841814AF4B823387F5E6679D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F016D6-84A4-4B8B-B340-A7D927F50C85}"/>
      </w:docPartPr>
      <w:docPartBody>
        <w:p w:rsidR="00F76D3B" w:rsidRDefault="00F76D3B" w:rsidP="00F76D3B">
          <w:pPr>
            <w:pStyle w:val="3BB6EA9841814AF4B823387F5E6679D6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A739E82ABFD43ECAEC5C4725306304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27F5DF-A3B2-4CCF-B86F-D2FBA5052A0E}"/>
      </w:docPartPr>
      <w:docPartBody>
        <w:p w:rsidR="00F76D3B" w:rsidRDefault="00F76D3B" w:rsidP="00F76D3B">
          <w:pPr>
            <w:pStyle w:val="FA739E82ABFD43ECAEC5C47253063042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2E520C5FFC143B7B36B34CC1E5040E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64C5F2-4FEF-4747-8B03-9901B235BB9B}"/>
      </w:docPartPr>
      <w:docPartBody>
        <w:p w:rsidR="00F76D3B" w:rsidRDefault="00F76D3B" w:rsidP="00F76D3B">
          <w:pPr>
            <w:pStyle w:val="B2E520C5FFC143B7B36B34CC1E5040E2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8325E2C5E8C04FFA92CD4DB812D9042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CD3BC9-4A5D-4E2B-B5A0-BC8880941C57}"/>
      </w:docPartPr>
      <w:docPartBody>
        <w:p w:rsidR="00F76D3B" w:rsidRDefault="00F76D3B" w:rsidP="00F76D3B">
          <w:pPr>
            <w:pStyle w:val="8325E2C5E8C04FFA92CD4DB812D90422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8FED7903330445885C44A01B20BD40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B32900-245D-4D9E-A202-580C6768C128}"/>
      </w:docPartPr>
      <w:docPartBody>
        <w:p w:rsidR="00F76D3B" w:rsidRDefault="00F76D3B" w:rsidP="00F76D3B">
          <w:pPr>
            <w:pStyle w:val="08FED7903330445885C44A01B20BD403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7A1183A43D949E3B0F5D4C2699D8BC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FBFBE1D-D5D2-4916-9FF4-FE326A9A8053}"/>
      </w:docPartPr>
      <w:docPartBody>
        <w:p w:rsidR="00F76D3B" w:rsidRDefault="00F76D3B" w:rsidP="00F76D3B">
          <w:pPr>
            <w:pStyle w:val="D7A1183A43D949E3B0F5D4C2699D8BC7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8C583650BDA4E76AF85EB6D7385561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2BF8ED-592B-4754-B824-A2111BAAFD97}"/>
      </w:docPartPr>
      <w:docPartBody>
        <w:p w:rsidR="00F76D3B" w:rsidRDefault="00F76D3B" w:rsidP="00F76D3B">
          <w:pPr>
            <w:pStyle w:val="48C583650BDA4E76AF85EB6D7385561E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2ED7290D6484FDF803F2AE9A44551F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04F0025-2F75-43AB-BC8B-05EC9B4B97C0}"/>
      </w:docPartPr>
      <w:docPartBody>
        <w:p w:rsidR="00F76D3B" w:rsidRDefault="00F76D3B" w:rsidP="00F76D3B">
          <w:pPr>
            <w:pStyle w:val="32ED7290D6484FDF803F2AE9A44551F1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38BD55DB1A34601BEA40FCDCB23E7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3E42B06-834A-449B-9CF4-ED7AADFC9025}"/>
      </w:docPartPr>
      <w:docPartBody>
        <w:p w:rsidR="00F76D3B" w:rsidRDefault="00F76D3B" w:rsidP="00F76D3B">
          <w:pPr>
            <w:pStyle w:val="238BD55DB1A34601BEA40FCDCB23E7DB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66E95A5CEA84F98BF734D6895F361E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CB0C87-158D-4577-9EA1-BFBACF91DFB2}"/>
      </w:docPartPr>
      <w:docPartBody>
        <w:p w:rsidR="00F76D3B" w:rsidRDefault="00F76D3B" w:rsidP="00F76D3B">
          <w:pPr>
            <w:pStyle w:val="466E95A5CEA84F98BF734D6895F361E2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F1A118B2C2C43C39F4FC096E9CD8D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A1B83DF-A24F-4DEB-8979-A168E8EB231E}"/>
      </w:docPartPr>
      <w:docPartBody>
        <w:p w:rsidR="00F76D3B" w:rsidRDefault="00F76D3B" w:rsidP="00F76D3B">
          <w:pPr>
            <w:pStyle w:val="1F1A118B2C2C43C39F4FC096E9CD8DDE"/>
          </w:pPr>
          <w:r w:rsidRPr="009644A5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PS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592"/>
    <w:rsid w:val="000238C4"/>
    <w:rsid w:val="0004454D"/>
    <w:rsid w:val="008E03E0"/>
    <w:rsid w:val="00957592"/>
    <w:rsid w:val="009A619A"/>
    <w:rsid w:val="00B8053F"/>
    <w:rsid w:val="00E02B7A"/>
    <w:rsid w:val="00F7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F76D3B"/>
    <w:rPr>
      <w:color w:val="808080"/>
    </w:rPr>
  </w:style>
  <w:style w:type="paragraph" w:customStyle="1" w:styleId="FB7590E77143436B88433836D54D2930">
    <w:name w:val="FB7590E77143436B88433836D54D2930"/>
    <w:rsid w:val="00957592"/>
  </w:style>
  <w:style w:type="paragraph" w:customStyle="1" w:styleId="15F9503F784E43ECB2806EC6CA1F0AEB">
    <w:name w:val="15F9503F784E43ECB2806EC6CA1F0AEB"/>
    <w:rsid w:val="00957592"/>
  </w:style>
  <w:style w:type="paragraph" w:customStyle="1" w:styleId="4197E89F3330472BAAFA2C8637949D3F">
    <w:name w:val="4197E89F3330472BAAFA2C8637949D3F"/>
    <w:rsid w:val="00957592"/>
  </w:style>
  <w:style w:type="paragraph" w:customStyle="1" w:styleId="EDB3065125B54737ABB07A00C6DFF82A">
    <w:name w:val="EDB3065125B54737ABB07A00C6DFF82A"/>
    <w:rsid w:val="00957592"/>
  </w:style>
  <w:style w:type="paragraph" w:customStyle="1" w:styleId="2EC84719DF224FF0982160473F3F1F3C">
    <w:name w:val="2EC84719DF224FF0982160473F3F1F3C"/>
    <w:rsid w:val="00957592"/>
  </w:style>
  <w:style w:type="paragraph" w:customStyle="1" w:styleId="7731A41EC2DB4909BCC28827D7652C0D">
    <w:name w:val="7731A41EC2DB4909BCC28827D7652C0D"/>
    <w:rsid w:val="00957592"/>
  </w:style>
  <w:style w:type="paragraph" w:customStyle="1" w:styleId="8FAC440253F54B59B3FEC67376F75F42">
    <w:name w:val="8FAC440253F54B59B3FEC67376F75F42"/>
    <w:rsid w:val="00957592"/>
  </w:style>
  <w:style w:type="paragraph" w:customStyle="1" w:styleId="7A5D6D73AE3346C5BD52EB3FCA0DE661">
    <w:name w:val="7A5D6D73AE3346C5BD52EB3FCA0DE661"/>
    <w:rsid w:val="00957592"/>
  </w:style>
  <w:style w:type="paragraph" w:customStyle="1" w:styleId="FC223589CC1E4600AC9694445B66CFD0">
    <w:name w:val="FC223589CC1E4600AC9694445B66CFD0"/>
    <w:rsid w:val="00957592"/>
  </w:style>
  <w:style w:type="paragraph" w:customStyle="1" w:styleId="1BB556E5D66A4237A0BD6072815E4A9E">
    <w:name w:val="1BB556E5D66A4237A0BD6072815E4A9E"/>
    <w:rsid w:val="00957592"/>
  </w:style>
  <w:style w:type="paragraph" w:customStyle="1" w:styleId="208A6D72F86F4C3BA541A63B5B5535E8">
    <w:name w:val="208A6D72F86F4C3BA541A63B5B5535E8"/>
    <w:rsid w:val="00957592"/>
  </w:style>
  <w:style w:type="paragraph" w:customStyle="1" w:styleId="87EB91E4DF584C2CA8A8E4FD0C021CD2">
    <w:name w:val="87EB91E4DF584C2CA8A8E4FD0C021CD2"/>
    <w:rsid w:val="00957592"/>
  </w:style>
  <w:style w:type="paragraph" w:customStyle="1" w:styleId="0597393578D1472196B55D9BC82A248F">
    <w:name w:val="0597393578D1472196B55D9BC82A248F"/>
    <w:rsid w:val="00957592"/>
  </w:style>
  <w:style w:type="paragraph" w:customStyle="1" w:styleId="B5DAF7539DDA495E81FB0AD8DC6FA1ED">
    <w:name w:val="B5DAF7539DDA495E81FB0AD8DC6FA1ED"/>
    <w:rsid w:val="00957592"/>
  </w:style>
  <w:style w:type="paragraph" w:customStyle="1" w:styleId="AA20F331563B4D08B4D42E873255CC46">
    <w:name w:val="AA20F331563B4D08B4D42E873255CC46"/>
    <w:rsid w:val="00957592"/>
  </w:style>
  <w:style w:type="paragraph" w:customStyle="1" w:styleId="17CACE6CC2614C7A8DBEAD0BE6E484AC">
    <w:name w:val="17CACE6CC2614C7A8DBEAD0BE6E484AC"/>
    <w:rsid w:val="00957592"/>
  </w:style>
  <w:style w:type="paragraph" w:customStyle="1" w:styleId="BB4044A849DA4B34B2D38E824AD619A1">
    <w:name w:val="BB4044A849DA4B34B2D38E824AD619A1"/>
    <w:rsid w:val="00957592"/>
  </w:style>
  <w:style w:type="paragraph" w:customStyle="1" w:styleId="DAA6EEB53BDD4D7FAF53126B436BCD3A">
    <w:name w:val="DAA6EEB53BDD4D7FAF53126B436BCD3A"/>
    <w:rsid w:val="00957592"/>
  </w:style>
  <w:style w:type="paragraph" w:customStyle="1" w:styleId="E19F962592014F0B91202DC4EA826A61">
    <w:name w:val="E19F962592014F0B91202DC4EA826A61"/>
    <w:rsid w:val="00957592"/>
  </w:style>
  <w:style w:type="paragraph" w:customStyle="1" w:styleId="753D69E8755A4E529772020F972B5AC4">
    <w:name w:val="753D69E8755A4E529772020F972B5AC4"/>
    <w:rsid w:val="00957592"/>
  </w:style>
  <w:style w:type="paragraph" w:customStyle="1" w:styleId="D258F57BAEBD4A8A91949C99D9F4EBFB">
    <w:name w:val="D258F57BAEBD4A8A91949C99D9F4EBFB"/>
    <w:rsid w:val="00957592"/>
  </w:style>
  <w:style w:type="paragraph" w:customStyle="1" w:styleId="0EA9CCFAAB304BCBB2FBD1A439A20075">
    <w:name w:val="0EA9CCFAAB304BCBB2FBD1A439A20075"/>
    <w:rsid w:val="00957592"/>
  </w:style>
  <w:style w:type="paragraph" w:customStyle="1" w:styleId="C23D1E255FE2466DAD58B3C7D9DC0A94">
    <w:name w:val="C23D1E255FE2466DAD58B3C7D9DC0A94"/>
    <w:rsid w:val="00957592"/>
  </w:style>
  <w:style w:type="paragraph" w:customStyle="1" w:styleId="DCF341AA5D454ED0B953B86B53D4A56B">
    <w:name w:val="DCF341AA5D454ED0B953B86B53D4A56B"/>
    <w:rsid w:val="00957592"/>
  </w:style>
  <w:style w:type="paragraph" w:customStyle="1" w:styleId="4895DFA63C224E86AD52D2DA0227E250">
    <w:name w:val="4895DFA63C224E86AD52D2DA0227E250"/>
    <w:rsid w:val="00957592"/>
  </w:style>
  <w:style w:type="paragraph" w:customStyle="1" w:styleId="430567BE078B4A7C992397BBD4193796">
    <w:name w:val="430567BE078B4A7C992397BBD4193796"/>
    <w:rsid w:val="00957592"/>
  </w:style>
  <w:style w:type="paragraph" w:customStyle="1" w:styleId="44DF34D625DD4B6C915BCE8C347EA312">
    <w:name w:val="44DF34D625DD4B6C915BCE8C347EA312"/>
    <w:rsid w:val="00957592"/>
  </w:style>
  <w:style w:type="paragraph" w:customStyle="1" w:styleId="F7CD3762AB7441FC89548C00ADEA9130">
    <w:name w:val="F7CD3762AB7441FC89548C00ADEA9130"/>
    <w:rsid w:val="00957592"/>
  </w:style>
  <w:style w:type="paragraph" w:customStyle="1" w:styleId="56D83D360CC14421B66D54F2C9002CC4">
    <w:name w:val="56D83D360CC14421B66D54F2C9002CC4"/>
    <w:rsid w:val="00957592"/>
  </w:style>
  <w:style w:type="paragraph" w:customStyle="1" w:styleId="841E69DEE52241DC9E65325E5B521F92">
    <w:name w:val="841E69DEE52241DC9E65325E5B521F92"/>
    <w:rsid w:val="00957592"/>
  </w:style>
  <w:style w:type="paragraph" w:customStyle="1" w:styleId="1AC627C687C147528B24CAB4D6436175">
    <w:name w:val="1AC627C687C147528B24CAB4D6436175"/>
    <w:rsid w:val="00957592"/>
  </w:style>
  <w:style w:type="paragraph" w:customStyle="1" w:styleId="180F8CE8154848BABBF6F77D79E2AE63">
    <w:name w:val="180F8CE8154848BABBF6F77D79E2AE63"/>
    <w:rsid w:val="00957592"/>
  </w:style>
  <w:style w:type="paragraph" w:customStyle="1" w:styleId="F28E1C36DF384A8FA7BC9EE9B7FB36E5">
    <w:name w:val="F28E1C36DF384A8FA7BC9EE9B7FB36E5"/>
    <w:rsid w:val="00957592"/>
  </w:style>
  <w:style w:type="paragraph" w:customStyle="1" w:styleId="A83644997AB440D3955F88C8E6E297CB">
    <w:name w:val="A83644997AB440D3955F88C8E6E297CB"/>
    <w:rsid w:val="00957592"/>
  </w:style>
  <w:style w:type="paragraph" w:customStyle="1" w:styleId="1202654F93FC452489A5BE086B1EFDE0">
    <w:name w:val="1202654F93FC452489A5BE086B1EFDE0"/>
    <w:rsid w:val="00957592"/>
  </w:style>
  <w:style w:type="paragraph" w:customStyle="1" w:styleId="894B0115A3EF46B0A9A569D5AAF2011F">
    <w:name w:val="894B0115A3EF46B0A9A569D5AAF2011F"/>
    <w:rsid w:val="00957592"/>
  </w:style>
  <w:style w:type="paragraph" w:customStyle="1" w:styleId="CE2721C4C1A343099372726ED036AD23">
    <w:name w:val="CE2721C4C1A343099372726ED036AD23"/>
    <w:rsid w:val="00957592"/>
  </w:style>
  <w:style w:type="paragraph" w:customStyle="1" w:styleId="9E1A1CE339F64C2DBBD86ED7ED7711C2">
    <w:name w:val="9E1A1CE339F64C2DBBD86ED7ED7711C2"/>
    <w:rsid w:val="00957592"/>
  </w:style>
  <w:style w:type="paragraph" w:customStyle="1" w:styleId="74AA88824C544033BBFBAB6754EBC4A0">
    <w:name w:val="74AA88824C544033BBFBAB6754EBC4A0"/>
    <w:rsid w:val="00957592"/>
  </w:style>
  <w:style w:type="paragraph" w:customStyle="1" w:styleId="0C7A9BAD91B44A7AA661955B345BDD8F">
    <w:name w:val="0C7A9BAD91B44A7AA661955B345BDD8F"/>
    <w:rsid w:val="00957592"/>
  </w:style>
  <w:style w:type="paragraph" w:customStyle="1" w:styleId="7E049D0BEECD4C84B0C9C6FB18C13DDF">
    <w:name w:val="7E049D0BEECD4C84B0C9C6FB18C13DDF"/>
    <w:rsid w:val="00957592"/>
  </w:style>
  <w:style w:type="paragraph" w:customStyle="1" w:styleId="0D7AE927EAFF4913BA7A2395175A6ACF">
    <w:name w:val="0D7AE927EAFF4913BA7A2395175A6ACF"/>
    <w:rsid w:val="00957592"/>
  </w:style>
  <w:style w:type="paragraph" w:customStyle="1" w:styleId="9517A2C2E91A4836971560159F4EDD12">
    <w:name w:val="9517A2C2E91A4836971560159F4EDD12"/>
    <w:rsid w:val="00957592"/>
  </w:style>
  <w:style w:type="paragraph" w:customStyle="1" w:styleId="174E6F1E06E644DA9454AFE436886BEB">
    <w:name w:val="174E6F1E06E644DA9454AFE436886BEB"/>
    <w:rsid w:val="00957592"/>
  </w:style>
  <w:style w:type="paragraph" w:customStyle="1" w:styleId="C616C65691614B62989C2624A3C86487">
    <w:name w:val="C616C65691614B62989C2624A3C86487"/>
    <w:rsid w:val="00957592"/>
  </w:style>
  <w:style w:type="paragraph" w:customStyle="1" w:styleId="30B30B83ED174E34B285814B793E910C">
    <w:name w:val="30B30B83ED174E34B285814B793E910C"/>
    <w:rsid w:val="00957592"/>
  </w:style>
  <w:style w:type="paragraph" w:customStyle="1" w:styleId="08B1E87A4B4349EE944EA47367517390">
    <w:name w:val="08B1E87A4B4349EE944EA47367517390"/>
    <w:rsid w:val="00957592"/>
  </w:style>
  <w:style w:type="paragraph" w:customStyle="1" w:styleId="A07FF3AFF11F4D91802102D4B24CC5D6">
    <w:name w:val="A07FF3AFF11F4D91802102D4B24CC5D6"/>
    <w:rsid w:val="00957592"/>
  </w:style>
  <w:style w:type="paragraph" w:customStyle="1" w:styleId="21C244BE822D4D6DB5399E4A635B4D81">
    <w:name w:val="21C244BE822D4D6DB5399E4A635B4D81"/>
    <w:rsid w:val="00957592"/>
  </w:style>
  <w:style w:type="paragraph" w:customStyle="1" w:styleId="B9C76DA0DD154F61992AC2546D091097">
    <w:name w:val="B9C76DA0DD154F61992AC2546D091097"/>
    <w:rsid w:val="00957592"/>
  </w:style>
  <w:style w:type="paragraph" w:customStyle="1" w:styleId="B09C10FBA6CB441F9F7998CEEFDD640C">
    <w:name w:val="B09C10FBA6CB441F9F7998CEEFDD640C"/>
    <w:rsid w:val="00957592"/>
  </w:style>
  <w:style w:type="paragraph" w:customStyle="1" w:styleId="24E804CC33D5463093C5ABF5BCA99E1A">
    <w:name w:val="24E804CC33D5463093C5ABF5BCA99E1A"/>
    <w:rsid w:val="00957592"/>
  </w:style>
  <w:style w:type="paragraph" w:customStyle="1" w:styleId="AE4AF601F1594F2F9D8BC9846717C55A">
    <w:name w:val="AE4AF601F1594F2F9D8BC9846717C55A"/>
    <w:rsid w:val="00957592"/>
  </w:style>
  <w:style w:type="paragraph" w:customStyle="1" w:styleId="FE3E6DB7B98349FAACC84D10C7A3CBFA">
    <w:name w:val="FE3E6DB7B98349FAACC84D10C7A3CBFA"/>
    <w:rsid w:val="00957592"/>
  </w:style>
  <w:style w:type="paragraph" w:customStyle="1" w:styleId="07F979A273B745989EA12A1CF237A4F4">
    <w:name w:val="07F979A273B745989EA12A1CF237A4F4"/>
    <w:rsid w:val="00957592"/>
  </w:style>
  <w:style w:type="paragraph" w:customStyle="1" w:styleId="0501BC93ABF74DEC950377FCAF186782">
    <w:name w:val="0501BC93ABF74DEC950377FCAF186782"/>
    <w:rsid w:val="00957592"/>
  </w:style>
  <w:style w:type="paragraph" w:customStyle="1" w:styleId="BE4148D6EDDF40E0B5C8E1EFBA05CFC4">
    <w:name w:val="BE4148D6EDDF40E0B5C8E1EFBA05CFC4"/>
    <w:rsid w:val="00E02B7A"/>
  </w:style>
  <w:style w:type="paragraph" w:customStyle="1" w:styleId="E8D924EF32024E2FABD4BFF8F04E9325">
    <w:name w:val="E8D924EF32024E2FABD4BFF8F04E9325"/>
    <w:rsid w:val="00E02B7A"/>
  </w:style>
  <w:style w:type="paragraph" w:customStyle="1" w:styleId="BD2DC4F1319E45ED89594FC104037073">
    <w:name w:val="BD2DC4F1319E45ED89594FC104037073"/>
    <w:rsid w:val="00B8053F"/>
  </w:style>
  <w:style w:type="paragraph" w:customStyle="1" w:styleId="0878D47C40EF4FDAAB7A5B2C6E2A7A8A">
    <w:name w:val="0878D47C40EF4FDAAB7A5B2C6E2A7A8A"/>
    <w:rsid w:val="00B8053F"/>
  </w:style>
  <w:style w:type="paragraph" w:customStyle="1" w:styleId="ABCB9E1C8B4D4D80AC964FBA564CA2BC">
    <w:name w:val="ABCB9E1C8B4D4D80AC964FBA564CA2BC"/>
    <w:rsid w:val="00B8053F"/>
  </w:style>
  <w:style w:type="paragraph" w:customStyle="1" w:styleId="BB1E8AAC84994DD2A1860285E204A734">
    <w:name w:val="BB1E8AAC84994DD2A1860285E204A734"/>
    <w:rsid w:val="00B8053F"/>
  </w:style>
  <w:style w:type="paragraph" w:customStyle="1" w:styleId="82D607867BAE4E15ABA6BF0397A7F661">
    <w:name w:val="82D607867BAE4E15ABA6BF0397A7F661"/>
    <w:rsid w:val="009A619A"/>
  </w:style>
  <w:style w:type="paragraph" w:customStyle="1" w:styleId="9AC300425D7F41A781967C720DEDF022">
    <w:name w:val="9AC300425D7F41A781967C720DEDF022"/>
    <w:rsid w:val="009A619A"/>
  </w:style>
  <w:style w:type="paragraph" w:customStyle="1" w:styleId="89DC14163A5B4E7180BD08089C3366D8">
    <w:name w:val="89DC14163A5B4E7180BD08089C3366D8"/>
    <w:rsid w:val="009A619A"/>
  </w:style>
  <w:style w:type="paragraph" w:customStyle="1" w:styleId="A8FD4C8AECB743949C7F962353403945">
    <w:name w:val="A8FD4C8AECB743949C7F962353403945"/>
    <w:rsid w:val="009A619A"/>
  </w:style>
  <w:style w:type="paragraph" w:customStyle="1" w:styleId="454E36BFDF984AD89983845B44A27F37">
    <w:name w:val="454E36BFDF984AD89983845B44A27F37"/>
    <w:rsid w:val="009A619A"/>
  </w:style>
  <w:style w:type="paragraph" w:customStyle="1" w:styleId="19C6BD286DF84132947F476BF6F44485">
    <w:name w:val="19C6BD286DF84132947F476BF6F44485"/>
    <w:rsid w:val="009A619A"/>
  </w:style>
  <w:style w:type="paragraph" w:customStyle="1" w:styleId="077000B1DE59432180F3CD167823F70D">
    <w:name w:val="077000B1DE59432180F3CD167823F70D"/>
    <w:rsid w:val="009A619A"/>
  </w:style>
  <w:style w:type="paragraph" w:customStyle="1" w:styleId="83D89F154F5C4C48988B3049752C85E2">
    <w:name w:val="83D89F154F5C4C48988B3049752C85E2"/>
    <w:rsid w:val="009A619A"/>
  </w:style>
  <w:style w:type="paragraph" w:customStyle="1" w:styleId="65800639A9ED4F6083CCAF55F81F5D16">
    <w:name w:val="65800639A9ED4F6083CCAF55F81F5D16"/>
    <w:rsid w:val="009A619A"/>
  </w:style>
  <w:style w:type="paragraph" w:customStyle="1" w:styleId="0E9F16AF353941899133ED805338DEB1">
    <w:name w:val="0E9F16AF353941899133ED805338DEB1"/>
    <w:rsid w:val="009A619A"/>
  </w:style>
  <w:style w:type="paragraph" w:customStyle="1" w:styleId="1B26980455E3497B8BE7C9E8BAF1FFEB">
    <w:name w:val="1B26980455E3497B8BE7C9E8BAF1FFEB"/>
    <w:rsid w:val="009A619A"/>
  </w:style>
  <w:style w:type="paragraph" w:customStyle="1" w:styleId="67B19F405DD844C985C5E9F91F635103">
    <w:name w:val="67B19F405DD844C985C5E9F91F635103"/>
    <w:rsid w:val="009A619A"/>
  </w:style>
  <w:style w:type="paragraph" w:customStyle="1" w:styleId="10234A3B3AC0403BA9F71C822B2967DD">
    <w:name w:val="10234A3B3AC0403BA9F71C822B2967DD"/>
    <w:rsid w:val="009A619A"/>
  </w:style>
  <w:style w:type="paragraph" w:customStyle="1" w:styleId="65E2F7220A91438F99ADA328A0302BE7">
    <w:name w:val="65E2F7220A91438F99ADA328A0302BE7"/>
    <w:rsid w:val="009A619A"/>
  </w:style>
  <w:style w:type="paragraph" w:customStyle="1" w:styleId="0C1C58C4717F4D27BF6EE194E164D800">
    <w:name w:val="0C1C58C4717F4D27BF6EE194E164D800"/>
    <w:rsid w:val="009A619A"/>
  </w:style>
  <w:style w:type="paragraph" w:customStyle="1" w:styleId="1714049837664C7F9823CCFA3CE96C30">
    <w:name w:val="1714049837664C7F9823CCFA3CE96C30"/>
    <w:rsid w:val="009A619A"/>
  </w:style>
  <w:style w:type="paragraph" w:customStyle="1" w:styleId="65547BDCA9284A76A0B75DEEB8F0E1C7">
    <w:name w:val="65547BDCA9284A76A0B75DEEB8F0E1C7"/>
    <w:rsid w:val="009A619A"/>
  </w:style>
  <w:style w:type="paragraph" w:customStyle="1" w:styleId="4A03355EE3B64650946E16B385FA6F82">
    <w:name w:val="4A03355EE3B64650946E16B385FA6F82"/>
    <w:rsid w:val="009A619A"/>
  </w:style>
  <w:style w:type="paragraph" w:customStyle="1" w:styleId="22BEF62FDF844DF7AF0DAF0AC7706087">
    <w:name w:val="22BEF62FDF844DF7AF0DAF0AC7706087"/>
    <w:rsid w:val="009A619A"/>
  </w:style>
  <w:style w:type="paragraph" w:customStyle="1" w:styleId="8E17DC70B3C04AEE9485D14C76D03B04">
    <w:name w:val="8E17DC70B3C04AEE9485D14C76D03B04"/>
    <w:rsid w:val="009A619A"/>
  </w:style>
  <w:style w:type="paragraph" w:customStyle="1" w:styleId="28D31D08D5424BC4AF945CA5FEB4AAA3">
    <w:name w:val="28D31D08D5424BC4AF945CA5FEB4AAA3"/>
    <w:rsid w:val="009A619A"/>
  </w:style>
  <w:style w:type="paragraph" w:customStyle="1" w:styleId="3C81519FD8CA489088220AA42143F333">
    <w:name w:val="3C81519FD8CA489088220AA42143F333"/>
    <w:rsid w:val="009A619A"/>
  </w:style>
  <w:style w:type="paragraph" w:customStyle="1" w:styleId="1649047F6DE8456EAEDF6F4565976E82">
    <w:name w:val="1649047F6DE8456EAEDF6F4565976E82"/>
    <w:rsid w:val="009A619A"/>
  </w:style>
  <w:style w:type="paragraph" w:customStyle="1" w:styleId="4724FE4E5C2443D9834BE89CFFCEAD77">
    <w:name w:val="4724FE4E5C2443D9834BE89CFFCEAD77"/>
    <w:rsid w:val="009A619A"/>
  </w:style>
  <w:style w:type="paragraph" w:customStyle="1" w:styleId="A9901C7998E7486E907F8FD3A3BE9BBD">
    <w:name w:val="A9901C7998E7486E907F8FD3A3BE9BBD"/>
    <w:rsid w:val="009A619A"/>
  </w:style>
  <w:style w:type="paragraph" w:customStyle="1" w:styleId="557ABF0AEEDC4529AC9CE5A277B000B5">
    <w:name w:val="557ABF0AEEDC4529AC9CE5A277B000B5"/>
    <w:rsid w:val="009A619A"/>
  </w:style>
  <w:style w:type="paragraph" w:customStyle="1" w:styleId="4A7008C325354DEB9FD2510B32862CC0">
    <w:name w:val="4A7008C325354DEB9FD2510B32862CC0"/>
    <w:rsid w:val="009A619A"/>
  </w:style>
  <w:style w:type="paragraph" w:customStyle="1" w:styleId="93A5C5CCA0E54003B3B68E712365C545">
    <w:name w:val="93A5C5CCA0E54003B3B68E712365C545"/>
    <w:rsid w:val="009A619A"/>
  </w:style>
  <w:style w:type="paragraph" w:customStyle="1" w:styleId="2DCEFA47860E4590B8E58FEE2CF75460">
    <w:name w:val="2DCEFA47860E4590B8E58FEE2CF75460"/>
    <w:rsid w:val="009A619A"/>
  </w:style>
  <w:style w:type="paragraph" w:customStyle="1" w:styleId="7FB4EC2089404AC7A6F8323B8AFED818">
    <w:name w:val="7FB4EC2089404AC7A6F8323B8AFED818"/>
    <w:rsid w:val="009A619A"/>
  </w:style>
  <w:style w:type="paragraph" w:customStyle="1" w:styleId="3139289708684A77848225739EA8E117">
    <w:name w:val="3139289708684A77848225739EA8E117"/>
    <w:rsid w:val="009A619A"/>
  </w:style>
  <w:style w:type="paragraph" w:customStyle="1" w:styleId="DA587F29E51C4BE8A1257B25B24B0C78">
    <w:name w:val="DA587F29E51C4BE8A1257B25B24B0C78"/>
    <w:rsid w:val="009A619A"/>
  </w:style>
  <w:style w:type="paragraph" w:customStyle="1" w:styleId="90B8CB8B7DBB463C9048E763C7D31AE6">
    <w:name w:val="90B8CB8B7DBB463C9048E763C7D31AE6"/>
    <w:rsid w:val="009A619A"/>
  </w:style>
  <w:style w:type="paragraph" w:customStyle="1" w:styleId="91BE9F429EF0482CA0DADD18E61A22AE">
    <w:name w:val="91BE9F429EF0482CA0DADD18E61A22AE"/>
    <w:rsid w:val="009A619A"/>
  </w:style>
  <w:style w:type="paragraph" w:customStyle="1" w:styleId="7233DA6BA8084F468D1A3CF2E9632F91">
    <w:name w:val="7233DA6BA8084F468D1A3CF2E9632F91"/>
    <w:rsid w:val="009A619A"/>
  </w:style>
  <w:style w:type="paragraph" w:customStyle="1" w:styleId="732DF6268F434FC5811DA3544E5683B3">
    <w:name w:val="732DF6268F434FC5811DA3544E5683B3"/>
    <w:rsid w:val="009A619A"/>
  </w:style>
  <w:style w:type="paragraph" w:customStyle="1" w:styleId="BC5A3867AA9E4AB0BF7F45656DAEB6FE">
    <w:name w:val="BC5A3867AA9E4AB0BF7F45656DAEB6FE"/>
    <w:rsid w:val="009A619A"/>
  </w:style>
  <w:style w:type="paragraph" w:customStyle="1" w:styleId="C02E719111F444FEB251D0751A0B228E">
    <w:name w:val="C02E719111F444FEB251D0751A0B228E"/>
    <w:rsid w:val="009A619A"/>
  </w:style>
  <w:style w:type="paragraph" w:customStyle="1" w:styleId="78B645F8EE6F480F8E1B32F01E4C09AF">
    <w:name w:val="78B645F8EE6F480F8E1B32F01E4C09AF"/>
    <w:rsid w:val="009A619A"/>
  </w:style>
  <w:style w:type="paragraph" w:customStyle="1" w:styleId="87EC4AA8D4DE458F9B17D985D24F0103">
    <w:name w:val="87EC4AA8D4DE458F9B17D985D24F0103"/>
    <w:rsid w:val="008E03E0"/>
    <w:rPr>
      <w:kern w:val="2"/>
      <w14:ligatures w14:val="standardContextual"/>
    </w:rPr>
  </w:style>
  <w:style w:type="paragraph" w:customStyle="1" w:styleId="6D09391D75554A1ABB151E7E19FC519D">
    <w:name w:val="6D09391D75554A1ABB151E7E19FC519D"/>
    <w:rsid w:val="008E03E0"/>
    <w:rPr>
      <w:kern w:val="2"/>
      <w14:ligatures w14:val="standardContextual"/>
    </w:rPr>
  </w:style>
  <w:style w:type="paragraph" w:customStyle="1" w:styleId="A82C23C1A53A4B8ABF2D7A2FF778AF9D">
    <w:name w:val="A82C23C1A53A4B8ABF2D7A2FF778AF9D"/>
    <w:rsid w:val="008E03E0"/>
    <w:rPr>
      <w:kern w:val="2"/>
      <w14:ligatures w14:val="standardContextual"/>
    </w:rPr>
  </w:style>
  <w:style w:type="paragraph" w:customStyle="1" w:styleId="053BFE0B4BB14C0DBC058B0B5A3B2C11">
    <w:name w:val="053BFE0B4BB14C0DBC058B0B5A3B2C11"/>
    <w:rsid w:val="008E03E0"/>
    <w:rPr>
      <w:kern w:val="2"/>
      <w14:ligatures w14:val="standardContextual"/>
    </w:rPr>
  </w:style>
  <w:style w:type="paragraph" w:customStyle="1" w:styleId="2E1343117D4543EC81FE5B457BDD271B">
    <w:name w:val="2E1343117D4543EC81FE5B457BDD271B"/>
    <w:rsid w:val="008E03E0"/>
    <w:rPr>
      <w:kern w:val="2"/>
      <w14:ligatures w14:val="standardContextual"/>
    </w:rPr>
  </w:style>
  <w:style w:type="paragraph" w:customStyle="1" w:styleId="A4901BD3FD0248A09F8A74C58678D16A">
    <w:name w:val="A4901BD3FD0248A09F8A74C58678D16A"/>
    <w:rsid w:val="008E03E0"/>
    <w:rPr>
      <w:kern w:val="2"/>
      <w14:ligatures w14:val="standardContextual"/>
    </w:rPr>
  </w:style>
  <w:style w:type="paragraph" w:customStyle="1" w:styleId="7EC30D441F774875B2DA3022A6F7A809">
    <w:name w:val="7EC30D441F774875B2DA3022A6F7A809"/>
    <w:rsid w:val="008E03E0"/>
    <w:rPr>
      <w:kern w:val="2"/>
      <w14:ligatures w14:val="standardContextual"/>
    </w:rPr>
  </w:style>
  <w:style w:type="paragraph" w:customStyle="1" w:styleId="67226BBEABBB42D3876EEFAE24F40501">
    <w:name w:val="67226BBEABBB42D3876EEFAE24F40501"/>
    <w:rsid w:val="008E03E0"/>
    <w:rPr>
      <w:kern w:val="2"/>
      <w14:ligatures w14:val="standardContextual"/>
    </w:rPr>
  </w:style>
  <w:style w:type="paragraph" w:customStyle="1" w:styleId="3959FEDF923C49BBBD481090E02B5980">
    <w:name w:val="3959FEDF923C49BBBD481090E02B5980"/>
    <w:rsid w:val="008E03E0"/>
    <w:rPr>
      <w:kern w:val="2"/>
      <w14:ligatures w14:val="standardContextual"/>
    </w:rPr>
  </w:style>
  <w:style w:type="paragraph" w:customStyle="1" w:styleId="FCDE8D0E2B384006A2DD72DAD156B76D">
    <w:name w:val="FCDE8D0E2B384006A2DD72DAD156B76D"/>
    <w:rsid w:val="008E03E0"/>
    <w:rPr>
      <w:kern w:val="2"/>
      <w14:ligatures w14:val="standardContextual"/>
    </w:rPr>
  </w:style>
  <w:style w:type="paragraph" w:customStyle="1" w:styleId="B5AA14F3420941B78E8C7EF5D95275CB">
    <w:name w:val="B5AA14F3420941B78E8C7EF5D95275CB"/>
    <w:rsid w:val="008E03E0"/>
    <w:rPr>
      <w:kern w:val="2"/>
      <w14:ligatures w14:val="standardContextual"/>
    </w:rPr>
  </w:style>
  <w:style w:type="paragraph" w:customStyle="1" w:styleId="711360758F3F4F18A4DDAD7EAFDDEC3B">
    <w:name w:val="711360758F3F4F18A4DDAD7EAFDDEC3B"/>
    <w:rsid w:val="008E03E0"/>
    <w:rPr>
      <w:kern w:val="2"/>
      <w14:ligatures w14:val="standardContextual"/>
    </w:rPr>
  </w:style>
  <w:style w:type="paragraph" w:customStyle="1" w:styleId="618937A0B71D4F74A8F6F900E152866F">
    <w:name w:val="618937A0B71D4F74A8F6F900E152866F"/>
    <w:rsid w:val="008E03E0"/>
    <w:rPr>
      <w:kern w:val="2"/>
      <w14:ligatures w14:val="standardContextual"/>
    </w:rPr>
  </w:style>
  <w:style w:type="paragraph" w:customStyle="1" w:styleId="C1CB997BFACC455BBB1644E93391C1F5">
    <w:name w:val="C1CB997BFACC455BBB1644E93391C1F5"/>
    <w:rsid w:val="008E03E0"/>
    <w:rPr>
      <w:kern w:val="2"/>
      <w14:ligatures w14:val="standardContextual"/>
    </w:rPr>
  </w:style>
  <w:style w:type="paragraph" w:customStyle="1" w:styleId="0764B870DF544D91BF99CAD77B66F155">
    <w:name w:val="0764B870DF544D91BF99CAD77B66F155"/>
    <w:rsid w:val="008E03E0"/>
    <w:rPr>
      <w:kern w:val="2"/>
      <w14:ligatures w14:val="standardContextual"/>
    </w:rPr>
  </w:style>
  <w:style w:type="paragraph" w:customStyle="1" w:styleId="32BEA32495DB4EF8A3CC4C8CE0789575">
    <w:name w:val="32BEA32495DB4EF8A3CC4C8CE0789575"/>
    <w:rsid w:val="008E03E0"/>
    <w:rPr>
      <w:kern w:val="2"/>
      <w14:ligatures w14:val="standardContextual"/>
    </w:rPr>
  </w:style>
  <w:style w:type="paragraph" w:customStyle="1" w:styleId="D22E14A8BBBF4A1EA5B314D6F9E5C5E6">
    <w:name w:val="D22E14A8BBBF4A1EA5B314D6F9E5C5E6"/>
    <w:rsid w:val="008E03E0"/>
    <w:rPr>
      <w:kern w:val="2"/>
      <w14:ligatures w14:val="standardContextual"/>
    </w:rPr>
  </w:style>
  <w:style w:type="paragraph" w:customStyle="1" w:styleId="7B2B90F0171E4D579269295FBE8CDB6E">
    <w:name w:val="7B2B90F0171E4D579269295FBE8CDB6E"/>
    <w:rsid w:val="008E03E0"/>
    <w:rPr>
      <w:kern w:val="2"/>
      <w14:ligatures w14:val="standardContextual"/>
    </w:rPr>
  </w:style>
  <w:style w:type="paragraph" w:customStyle="1" w:styleId="B348B387A101400F930AB43074BEBA2A">
    <w:name w:val="B348B387A101400F930AB43074BEBA2A"/>
    <w:rsid w:val="008E03E0"/>
    <w:rPr>
      <w:kern w:val="2"/>
      <w14:ligatures w14:val="standardContextual"/>
    </w:rPr>
  </w:style>
  <w:style w:type="paragraph" w:customStyle="1" w:styleId="B048B8A798F143A8A28C543CA747231C">
    <w:name w:val="B048B8A798F143A8A28C543CA747231C"/>
    <w:rsid w:val="008E03E0"/>
    <w:rPr>
      <w:kern w:val="2"/>
      <w14:ligatures w14:val="standardContextual"/>
    </w:rPr>
  </w:style>
  <w:style w:type="paragraph" w:customStyle="1" w:styleId="BBF9BCD01B0C46E79AE2B243A598709D">
    <w:name w:val="BBF9BCD01B0C46E79AE2B243A598709D"/>
    <w:rsid w:val="008E03E0"/>
    <w:rPr>
      <w:kern w:val="2"/>
      <w14:ligatures w14:val="standardContextual"/>
    </w:rPr>
  </w:style>
  <w:style w:type="paragraph" w:customStyle="1" w:styleId="DE9AB22BBFB248EDAD24A6BFE05FEEC9">
    <w:name w:val="DE9AB22BBFB248EDAD24A6BFE05FEEC9"/>
    <w:rsid w:val="008E03E0"/>
    <w:rPr>
      <w:kern w:val="2"/>
      <w14:ligatures w14:val="standardContextual"/>
    </w:rPr>
  </w:style>
  <w:style w:type="paragraph" w:customStyle="1" w:styleId="BB8BEE29733F4B30B40111A5FF91E10A">
    <w:name w:val="BB8BEE29733F4B30B40111A5FF91E10A"/>
    <w:rsid w:val="008E03E0"/>
    <w:rPr>
      <w:kern w:val="2"/>
      <w14:ligatures w14:val="standardContextual"/>
    </w:rPr>
  </w:style>
  <w:style w:type="paragraph" w:customStyle="1" w:styleId="D27F57A85B9E4936BA05B1192B3D83E5">
    <w:name w:val="D27F57A85B9E4936BA05B1192B3D83E5"/>
    <w:rsid w:val="00F76D3B"/>
    <w:rPr>
      <w:kern w:val="2"/>
      <w14:ligatures w14:val="standardContextual"/>
    </w:rPr>
  </w:style>
  <w:style w:type="paragraph" w:customStyle="1" w:styleId="D8F88356A0734970A98B03B844B394BA">
    <w:name w:val="D8F88356A0734970A98B03B844B394BA"/>
    <w:rsid w:val="00F76D3B"/>
    <w:rPr>
      <w:kern w:val="2"/>
      <w14:ligatures w14:val="standardContextual"/>
    </w:rPr>
  </w:style>
  <w:style w:type="paragraph" w:customStyle="1" w:styleId="00294908236843F0B9D55D8DCE30E9CA">
    <w:name w:val="00294908236843F0B9D55D8DCE30E9CA"/>
    <w:rsid w:val="00F76D3B"/>
    <w:rPr>
      <w:kern w:val="2"/>
      <w14:ligatures w14:val="standardContextual"/>
    </w:rPr>
  </w:style>
  <w:style w:type="paragraph" w:customStyle="1" w:styleId="B8F3EE871D8E4F2DAAF0C109A4C117D5">
    <w:name w:val="B8F3EE871D8E4F2DAAF0C109A4C117D5"/>
    <w:rsid w:val="00F76D3B"/>
    <w:rPr>
      <w:kern w:val="2"/>
      <w14:ligatures w14:val="standardContextual"/>
    </w:rPr>
  </w:style>
  <w:style w:type="paragraph" w:customStyle="1" w:styleId="569F18EC6E724A9DBBC02CEFB80AA9AC">
    <w:name w:val="569F18EC6E724A9DBBC02CEFB80AA9AC"/>
    <w:rsid w:val="00F76D3B"/>
    <w:rPr>
      <w:kern w:val="2"/>
      <w14:ligatures w14:val="standardContextual"/>
    </w:rPr>
  </w:style>
  <w:style w:type="paragraph" w:customStyle="1" w:styleId="F9D0E57337754B8B8C966E8F226B94EE">
    <w:name w:val="F9D0E57337754B8B8C966E8F226B94EE"/>
    <w:rsid w:val="00F76D3B"/>
    <w:rPr>
      <w:kern w:val="2"/>
      <w14:ligatures w14:val="standardContextual"/>
    </w:rPr>
  </w:style>
  <w:style w:type="paragraph" w:customStyle="1" w:styleId="05E279810DB94827B5888C40D7F55AD1">
    <w:name w:val="05E279810DB94827B5888C40D7F55AD1"/>
    <w:rsid w:val="00F76D3B"/>
    <w:rPr>
      <w:kern w:val="2"/>
      <w14:ligatures w14:val="standardContextual"/>
    </w:rPr>
  </w:style>
  <w:style w:type="paragraph" w:customStyle="1" w:styleId="1C395E4B6F0F4615AF85AE9AE1D685D6">
    <w:name w:val="1C395E4B6F0F4615AF85AE9AE1D685D6"/>
    <w:rsid w:val="00F76D3B"/>
    <w:rPr>
      <w:kern w:val="2"/>
      <w14:ligatures w14:val="standardContextual"/>
    </w:rPr>
  </w:style>
  <w:style w:type="paragraph" w:customStyle="1" w:styleId="1F314E291FA74CA9A917A11E87E6F12D">
    <w:name w:val="1F314E291FA74CA9A917A11E87E6F12D"/>
    <w:rsid w:val="00F76D3B"/>
    <w:rPr>
      <w:kern w:val="2"/>
      <w14:ligatures w14:val="standardContextual"/>
    </w:rPr>
  </w:style>
  <w:style w:type="paragraph" w:customStyle="1" w:styleId="B5D930BA50714C1DA5D56F8EBF25B774">
    <w:name w:val="B5D930BA50714C1DA5D56F8EBF25B774"/>
    <w:rsid w:val="00F76D3B"/>
    <w:rPr>
      <w:kern w:val="2"/>
      <w14:ligatures w14:val="standardContextual"/>
    </w:rPr>
  </w:style>
  <w:style w:type="paragraph" w:customStyle="1" w:styleId="08C74907931442D6AFE6E6327C9E8B6B">
    <w:name w:val="08C74907931442D6AFE6E6327C9E8B6B"/>
    <w:rsid w:val="00F76D3B"/>
    <w:rPr>
      <w:kern w:val="2"/>
      <w14:ligatures w14:val="standardContextual"/>
    </w:rPr>
  </w:style>
  <w:style w:type="paragraph" w:customStyle="1" w:styleId="CA88D13E00864A5192D5586C9EBEB0B2">
    <w:name w:val="CA88D13E00864A5192D5586C9EBEB0B2"/>
    <w:rsid w:val="00F76D3B"/>
    <w:rPr>
      <w:kern w:val="2"/>
      <w14:ligatures w14:val="standardContextual"/>
    </w:rPr>
  </w:style>
  <w:style w:type="paragraph" w:customStyle="1" w:styleId="0DB8E61BDED6438BB757BCDA3FC49DAF">
    <w:name w:val="0DB8E61BDED6438BB757BCDA3FC49DAF"/>
    <w:rsid w:val="00F76D3B"/>
    <w:rPr>
      <w:kern w:val="2"/>
      <w14:ligatures w14:val="standardContextual"/>
    </w:rPr>
  </w:style>
  <w:style w:type="paragraph" w:customStyle="1" w:styleId="89327AC3BFAA45A19281EF510B9DD2B5">
    <w:name w:val="89327AC3BFAA45A19281EF510B9DD2B5"/>
    <w:rsid w:val="00F76D3B"/>
    <w:rPr>
      <w:kern w:val="2"/>
      <w14:ligatures w14:val="standardContextual"/>
    </w:rPr>
  </w:style>
  <w:style w:type="paragraph" w:customStyle="1" w:styleId="E4F00AF385C2444F8EC2A3CE75010E6F">
    <w:name w:val="E4F00AF385C2444F8EC2A3CE75010E6F"/>
    <w:rsid w:val="00F76D3B"/>
    <w:rPr>
      <w:kern w:val="2"/>
      <w14:ligatures w14:val="standardContextual"/>
    </w:rPr>
  </w:style>
  <w:style w:type="paragraph" w:customStyle="1" w:styleId="7D78108BF76F472892197339D1C64CB1">
    <w:name w:val="7D78108BF76F472892197339D1C64CB1"/>
    <w:rsid w:val="00F76D3B"/>
    <w:rPr>
      <w:kern w:val="2"/>
      <w14:ligatures w14:val="standardContextual"/>
    </w:rPr>
  </w:style>
  <w:style w:type="paragraph" w:customStyle="1" w:styleId="DAEC565F1CA94C8EA55834CA857611AC">
    <w:name w:val="DAEC565F1CA94C8EA55834CA857611AC"/>
    <w:rsid w:val="00F76D3B"/>
    <w:rPr>
      <w:kern w:val="2"/>
      <w14:ligatures w14:val="standardContextual"/>
    </w:rPr>
  </w:style>
  <w:style w:type="paragraph" w:customStyle="1" w:styleId="78ED75E4E9664C91BA33AF28E13F8DB9">
    <w:name w:val="78ED75E4E9664C91BA33AF28E13F8DB9"/>
    <w:rsid w:val="00F76D3B"/>
    <w:rPr>
      <w:kern w:val="2"/>
      <w14:ligatures w14:val="standardContextual"/>
    </w:rPr>
  </w:style>
  <w:style w:type="paragraph" w:customStyle="1" w:styleId="B1B39F75269447D99C6EFBD5C3CBF61F">
    <w:name w:val="B1B39F75269447D99C6EFBD5C3CBF61F"/>
    <w:rsid w:val="00F76D3B"/>
    <w:rPr>
      <w:kern w:val="2"/>
      <w14:ligatures w14:val="standardContextual"/>
    </w:rPr>
  </w:style>
  <w:style w:type="paragraph" w:customStyle="1" w:styleId="3BB6EA9841814AF4B823387F5E6679D6">
    <w:name w:val="3BB6EA9841814AF4B823387F5E6679D6"/>
    <w:rsid w:val="00F76D3B"/>
    <w:rPr>
      <w:kern w:val="2"/>
      <w14:ligatures w14:val="standardContextual"/>
    </w:rPr>
  </w:style>
  <w:style w:type="paragraph" w:customStyle="1" w:styleId="FA739E82ABFD43ECAEC5C47253063042">
    <w:name w:val="FA739E82ABFD43ECAEC5C47253063042"/>
    <w:rsid w:val="00F76D3B"/>
    <w:rPr>
      <w:kern w:val="2"/>
      <w14:ligatures w14:val="standardContextual"/>
    </w:rPr>
  </w:style>
  <w:style w:type="paragraph" w:customStyle="1" w:styleId="B2E520C5FFC143B7B36B34CC1E5040E2">
    <w:name w:val="B2E520C5FFC143B7B36B34CC1E5040E2"/>
    <w:rsid w:val="00F76D3B"/>
    <w:rPr>
      <w:kern w:val="2"/>
      <w14:ligatures w14:val="standardContextual"/>
    </w:rPr>
  </w:style>
  <w:style w:type="paragraph" w:customStyle="1" w:styleId="669CD66D3C1C48B3849A13B53AB4D427">
    <w:name w:val="669CD66D3C1C48B3849A13B53AB4D427"/>
    <w:rsid w:val="00F76D3B"/>
    <w:rPr>
      <w:kern w:val="2"/>
      <w14:ligatures w14:val="standardContextual"/>
    </w:rPr>
  </w:style>
  <w:style w:type="paragraph" w:customStyle="1" w:styleId="11369961A6694AC7AE163C055C6FF61D">
    <w:name w:val="11369961A6694AC7AE163C055C6FF61D"/>
    <w:rsid w:val="00F76D3B"/>
    <w:rPr>
      <w:kern w:val="2"/>
      <w14:ligatures w14:val="standardContextual"/>
    </w:rPr>
  </w:style>
  <w:style w:type="paragraph" w:customStyle="1" w:styleId="4478200655A3405C8FBA54F0DF97AC1A">
    <w:name w:val="4478200655A3405C8FBA54F0DF97AC1A"/>
    <w:rsid w:val="00F76D3B"/>
    <w:rPr>
      <w:kern w:val="2"/>
      <w14:ligatures w14:val="standardContextual"/>
    </w:rPr>
  </w:style>
  <w:style w:type="paragraph" w:customStyle="1" w:styleId="21FF23D2375D4DEC85D8ED0D532FD167">
    <w:name w:val="21FF23D2375D4DEC85D8ED0D532FD167"/>
    <w:rsid w:val="00F76D3B"/>
    <w:rPr>
      <w:kern w:val="2"/>
      <w14:ligatures w14:val="standardContextual"/>
    </w:rPr>
  </w:style>
  <w:style w:type="paragraph" w:customStyle="1" w:styleId="8325E2C5E8C04FFA92CD4DB812D90422">
    <w:name w:val="8325E2C5E8C04FFA92CD4DB812D90422"/>
    <w:rsid w:val="00F76D3B"/>
    <w:rPr>
      <w:kern w:val="2"/>
      <w14:ligatures w14:val="standardContextual"/>
    </w:rPr>
  </w:style>
  <w:style w:type="paragraph" w:customStyle="1" w:styleId="08FED7903330445885C44A01B20BD403">
    <w:name w:val="08FED7903330445885C44A01B20BD403"/>
    <w:rsid w:val="00F76D3B"/>
    <w:rPr>
      <w:kern w:val="2"/>
      <w14:ligatures w14:val="standardContextual"/>
    </w:rPr>
  </w:style>
  <w:style w:type="paragraph" w:customStyle="1" w:styleId="D7A1183A43D949E3B0F5D4C2699D8BC7">
    <w:name w:val="D7A1183A43D949E3B0F5D4C2699D8BC7"/>
    <w:rsid w:val="00F76D3B"/>
    <w:rPr>
      <w:kern w:val="2"/>
      <w14:ligatures w14:val="standardContextual"/>
    </w:rPr>
  </w:style>
  <w:style w:type="paragraph" w:customStyle="1" w:styleId="48C583650BDA4E76AF85EB6D7385561E">
    <w:name w:val="48C583650BDA4E76AF85EB6D7385561E"/>
    <w:rsid w:val="00F76D3B"/>
    <w:rPr>
      <w:kern w:val="2"/>
      <w14:ligatures w14:val="standardContextual"/>
    </w:rPr>
  </w:style>
  <w:style w:type="paragraph" w:customStyle="1" w:styleId="51C5E80E84B643E7A9F253BEC2A60608">
    <w:name w:val="51C5E80E84B643E7A9F253BEC2A60608"/>
    <w:rsid w:val="00F76D3B"/>
    <w:rPr>
      <w:kern w:val="2"/>
      <w14:ligatures w14:val="standardContextual"/>
    </w:rPr>
  </w:style>
  <w:style w:type="paragraph" w:customStyle="1" w:styleId="F01D7B6C66AB47E2A30ABC8A46567387">
    <w:name w:val="F01D7B6C66AB47E2A30ABC8A46567387"/>
    <w:rsid w:val="00F76D3B"/>
    <w:rPr>
      <w:kern w:val="2"/>
      <w14:ligatures w14:val="standardContextual"/>
    </w:rPr>
  </w:style>
  <w:style w:type="paragraph" w:customStyle="1" w:styleId="F2E976004F8542F3BACF7581525B7866">
    <w:name w:val="F2E976004F8542F3BACF7581525B7866"/>
    <w:rsid w:val="00F76D3B"/>
    <w:rPr>
      <w:kern w:val="2"/>
      <w14:ligatures w14:val="standardContextual"/>
    </w:rPr>
  </w:style>
  <w:style w:type="paragraph" w:customStyle="1" w:styleId="028F81FE2C104CC192CDB259D3FE2B32">
    <w:name w:val="028F81FE2C104CC192CDB259D3FE2B32"/>
    <w:rsid w:val="00F76D3B"/>
    <w:rPr>
      <w:kern w:val="2"/>
      <w14:ligatures w14:val="standardContextual"/>
    </w:rPr>
  </w:style>
  <w:style w:type="paragraph" w:customStyle="1" w:styleId="32ED7290D6484FDF803F2AE9A44551F1">
    <w:name w:val="32ED7290D6484FDF803F2AE9A44551F1"/>
    <w:rsid w:val="00F76D3B"/>
    <w:rPr>
      <w:kern w:val="2"/>
      <w14:ligatures w14:val="standardContextual"/>
    </w:rPr>
  </w:style>
  <w:style w:type="paragraph" w:customStyle="1" w:styleId="238BD55DB1A34601BEA40FCDCB23E7DB">
    <w:name w:val="238BD55DB1A34601BEA40FCDCB23E7DB"/>
    <w:rsid w:val="00F76D3B"/>
    <w:rPr>
      <w:kern w:val="2"/>
      <w14:ligatures w14:val="standardContextual"/>
    </w:rPr>
  </w:style>
  <w:style w:type="paragraph" w:customStyle="1" w:styleId="466E95A5CEA84F98BF734D6895F361E2">
    <w:name w:val="466E95A5CEA84F98BF734D6895F361E2"/>
    <w:rsid w:val="00F76D3B"/>
    <w:rPr>
      <w:kern w:val="2"/>
      <w14:ligatures w14:val="standardContextual"/>
    </w:rPr>
  </w:style>
  <w:style w:type="paragraph" w:customStyle="1" w:styleId="1F1A118B2C2C43C39F4FC096E9CD8DDE">
    <w:name w:val="1F1A118B2C2C43C39F4FC096E9CD8DDE"/>
    <w:rsid w:val="00F76D3B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94C7D08B-B6AA-422A-95F8-BED3A5DE0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27F41EE5</Template>
  <TotalTime>45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ex art 80</vt:lpstr>
    </vt:vector>
  </TitlesOfParts>
  <Company/>
  <LinksUpToDate>false</LinksUpToDate>
  <CharactersWithSpaces>3656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ex art 80</dc:title>
  <dc:creator>Di Lauro Gaetano</dc:creator>
  <cp:lastModifiedBy>Dilauro, Gaetano</cp:lastModifiedBy>
  <cp:revision>49</cp:revision>
  <cp:lastPrinted>2012-10-01T11:07:00Z</cp:lastPrinted>
  <dcterms:created xsi:type="dcterms:W3CDTF">2023-07-06T10:31:00Z</dcterms:created>
  <dcterms:modified xsi:type="dcterms:W3CDTF">2024-10-01T11:35:00Z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2023-09-27T12:18:00Z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bdda6498-533c-46f1-a55b-f99257b19551</vt:lpwstr>
  </property>
  <property fmtid="{D5CDD505-2E9C-101B-9397-08002B2CF9AE}" pid="14" name="MSIP_Label_defa4170-0d19-0005-0004-bc88714345d2_ActionId">
    <vt:lpwstr>85f071a8-4b75-4679-9772-3f4017a50ced</vt:lpwstr>
  </property>
  <property fmtid="{D5CDD505-2E9C-101B-9397-08002B2CF9AE}" pid="15" name="MSIP_Label_defa4170-0d19-0005-0004-bc88714345d2_ContentBits">
    <vt:lpwstr>0</vt:lpwstr>
  </property>
</Properties>
</file>